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elha"/>
        <w:tblW w:w="9928" w:type="dxa"/>
        <w:tblInd w:w="-1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single" w:sz="4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405"/>
        <w:gridCol w:w="113"/>
        <w:gridCol w:w="454"/>
        <w:gridCol w:w="563"/>
        <w:gridCol w:w="2819"/>
        <w:gridCol w:w="867"/>
        <w:gridCol w:w="569"/>
        <w:gridCol w:w="569"/>
      </w:tblGrid>
      <w:tr w:rsidR="0045305D" w:rsidRPr="00537833" w14:paraId="5D2F8C5C" w14:textId="77777777" w:rsidTr="00402B94">
        <w:trPr>
          <w:trHeight w:val="284"/>
        </w:trPr>
        <w:tc>
          <w:tcPr>
            <w:tcW w:w="4087" w:type="dxa"/>
            <w:gridSpan w:val="3"/>
            <w:shd w:val="clear" w:color="auto" w:fill="F8F8F8"/>
            <w:vAlign w:val="center"/>
          </w:tcPr>
          <w:p w14:paraId="5D2F8C5A" w14:textId="77777777" w:rsidR="0045305D" w:rsidRPr="00B77E96" w:rsidRDefault="0045305D" w:rsidP="006C0B8D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45305D">
              <w:rPr>
                <w:rFonts w:ascii="Arial Narrow" w:hAnsi="Arial Narrow" w:cs="Arial"/>
                <w:sz w:val="20"/>
                <w:lang w:val="pt-PT"/>
              </w:rPr>
              <w:br w:type="page"/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Identificação da travessia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e especialidade 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(Linha/</w:t>
            </w:r>
            <w:proofErr w:type="spellStart"/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Pk</w:t>
            </w:r>
            <w:proofErr w:type="spellEnd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/Sinalização/RCT+TP/…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):</w:t>
            </w:r>
          </w:p>
        </w:tc>
        <w:tc>
          <w:tcPr>
            <w:tcW w:w="5841" w:type="dxa"/>
            <w:gridSpan w:val="6"/>
            <w:shd w:val="clear" w:color="auto" w:fill="auto"/>
            <w:vAlign w:val="center"/>
          </w:tcPr>
          <w:p w14:paraId="5D2F8C5B" w14:textId="77777777" w:rsidR="0045305D" w:rsidRPr="00B77E96" w:rsidRDefault="0045305D" w:rsidP="0045305D">
            <w:pPr>
              <w:pStyle w:val="AllCapsHeading"/>
              <w:ind w:left="360"/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</w:p>
        </w:tc>
      </w:tr>
      <w:tr w:rsidR="003018EE" w:rsidRPr="00537833" w14:paraId="5D2F8C60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8790" w:type="dxa"/>
            <w:gridSpan w:val="7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F8F8F8"/>
            <w:vAlign w:val="center"/>
          </w:tcPr>
          <w:p w14:paraId="5D2F8C5D" w14:textId="77777777" w:rsidR="003018EE" w:rsidRPr="00B77E96" w:rsidRDefault="003018EE" w:rsidP="0045305D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45305D">
              <w:rPr>
                <w:rFonts w:ascii="Arial Narrow" w:hAnsi="Arial Narrow" w:cs="Arial"/>
                <w:sz w:val="20"/>
                <w:lang w:val="pt-PT"/>
              </w:rPr>
              <w:br w:type="page"/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Controlo de execução das medidas </w:t>
            </w:r>
            <w:proofErr w:type="spellStart"/>
            <w:r w:rsidRPr="00B77E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obrigatorias</w:t>
            </w:r>
            <w:proofErr w:type="spellEnd"/>
            <w:r w:rsidRPr="00B77E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preventivas de problemas de via </w:t>
            </w:r>
          </w:p>
        </w:tc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auto"/>
            <w:vAlign w:val="center"/>
          </w:tcPr>
          <w:p w14:paraId="5D2F8C5E" w14:textId="77777777" w:rsidR="003018EE" w:rsidRPr="003018EE" w:rsidRDefault="003018EE" w:rsidP="003018EE">
            <w:pPr>
              <w:pStyle w:val="AllCapsHeading"/>
              <w:jc w:val="center"/>
              <w:rPr>
                <w:rFonts w:ascii="Arial" w:hAnsi="Arial" w:cs="Arial"/>
                <w:color w:val="auto"/>
                <w:sz w:val="16"/>
                <w:szCs w:val="16"/>
                <w:lang w:val="pt-PT"/>
              </w:rPr>
            </w:pPr>
            <w:r w:rsidRPr="003018EE">
              <w:rPr>
                <w:rFonts w:ascii="Arial" w:hAnsi="Arial" w:cs="Arial"/>
                <w:color w:val="auto"/>
                <w:sz w:val="16"/>
                <w:szCs w:val="16"/>
                <w:lang w:val="pt-PT"/>
              </w:rPr>
              <w:t>C</w:t>
            </w:r>
          </w:p>
        </w:tc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auto"/>
            <w:vAlign w:val="center"/>
          </w:tcPr>
          <w:p w14:paraId="5D2F8C5F" w14:textId="77777777" w:rsidR="003018EE" w:rsidRPr="00B77E96" w:rsidRDefault="003018EE" w:rsidP="003018EE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pt-PT"/>
              </w:rPr>
              <w:t>N</w:t>
            </w:r>
            <w:r w:rsidRPr="003018EE">
              <w:rPr>
                <w:rFonts w:ascii="Arial" w:hAnsi="Arial" w:cs="Arial"/>
                <w:color w:val="auto"/>
                <w:sz w:val="16"/>
                <w:szCs w:val="16"/>
                <w:lang w:val="pt-PT"/>
              </w:rPr>
              <w:t>C</w:t>
            </w:r>
          </w:p>
        </w:tc>
      </w:tr>
      <w:tr w:rsidR="007658BC" w:rsidRPr="00537833" w14:paraId="5D2F8C65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61" w14:textId="29E4FEBA" w:rsidR="007658BC" w:rsidRPr="004360E7" w:rsidRDefault="007658BC" w:rsidP="007658B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2" w14:textId="225E9343" w:rsidR="007658BC" w:rsidRPr="004360E7" w:rsidRDefault="007658BC" w:rsidP="00D1375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Monitoriz</w:t>
            </w:r>
            <w:r w:rsidR="003F063A">
              <w:rPr>
                <w:rFonts w:ascii="Arial" w:hAnsi="Arial" w:cs="Arial"/>
                <w:sz w:val="18"/>
                <w:szCs w:val="16"/>
              </w:rPr>
              <w:t>a</w:t>
            </w:r>
            <w:r>
              <w:rPr>
                <w:rFonts w:ascii="Arial" w:hAnsi="Arial" w:cs="Arial"/>
                <w:sz w:val="18"/>
                <w:szCs w:val="16"/>
              </w:rPr>
              <w:t>ção d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os parâmetros geométricos de via </w:t>
            </w:r>
            <w:r>
              <w:rPr>
                <w:rFonts w:ascii="Arial" w:hAnsi="Arial" w:cs="Arial"/>
                <w:sz w:val="18"/>
                <w:szCs w:val="16"/>
              </w:rPr>
              <w:t xml:space="preserve">(antes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da  intervenção</w:t>
            </w:r>
            <w:proofErr w:type="gramEnd"/>
            <w:r>
              <w:rPr>
                <w:rFonts w:ascii="Arial" w:hAnsi="Arial" w:cs="Arial"/>
                <w:sz w:val="18"/>
                <w:szCs w:val="16"/>
              </w:rPr>
              <w:t>) e registo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D13755">
              <w:rPr>
                <w:rFonts w:ascii="Arial" w:hAnsi="Arial" w:cs="Arial"/>
                <w:sz w:val="18"/>
                <w:szCs w:val="16"/>
              </w:rPr>
              <w:t>d</w:t>
            </w:r>
            <w:r w:rsidRPr="0053679F">
              <w:rPr>
                <w:rFonts w:ascii="Arial" w:hAnsi="Arial" w:cs="Arial"/>
                <w:sz w:val="18"/>
                <w:szCs w:val="16"/>
              </w:rPr>
              <w:t>os</w:t>
            </w:r>
            <w:r>
              <w:rPr>
                <w:rFonts w:ascii="Arial" w:hAnsi="Arial" w:cs="Arial"/>
                <w:sz w:val="18"/>
                <w:szCs w:val="16"/>
              </w:rPr>
              <w:t xml:space="preserve"> valores obtidos no 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formulário </w:t>
            </w:r>
            <w:r w:rsidRPr="00314959">
              <w:rPr>
                <w:rFonts w:ascii="Arial" w:hAnsi="Arial" w:cs="Arial"/>
                <w:i/>
                <w:sz w:val="18"/>
                <w:szCs w:val="16"/>
              </w:rPr>
              <w:t>Ficha Correção Pontual Defeitos Geométricos Via</w:t>
            </w:r>
            <w:r w:rsidRPr="0053679F">
              <w:rPr>
                <w:rFonts w:ascii="Arial" w:hAnsi="Arial" w:cs="Arial"/>
                <w:sz w:val="18"/>
                <w:szCs w:val="16"/>
              </w:rPr>
              <w:t>.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3" w14:textId="01ED7FE9" w:rsidR="007658BC" w:rsidRPr="004360E7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11372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4" w14:textId="77777777" w:rsidR="007658BC" w:rsidRPr="004360E7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702674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7658BC" w:rsidRPr="00537833" w14:paraId="4918D807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657A1C64" w14:textId="6CF46416" w:rsidR="007658BC" w:rsidRPr="004360E7" w:rsidRDefault="007658BC" w:rsidP="007658B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2.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18A01773" w14:textId="14FD3983" w:rsidR="007658BC" w:rsidRPr="004360E7" w:rsidRDefault="007658BC" w:rsidP="00D1375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Coloca</w:t>
            </w:r>
            <w:r>
              <w:rPr>
                <w:rFonts w:ascii="Arial" w:hAnsi="Arial" w:cs="Arial"/>
                <w:sz w:val="18"/>
                <w:szCs w:val="16"/>
              </w:rPr>
              <w:t>ção de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uma manta geotêxtil para proteção e não contaminação do balastro dos materiais utilizados/retirados.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0B05890" w14:textId="5AB3F2FC" w:rsidR="007658BC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937594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18427896" w14:textId="5AC9F50D" w:rsidR="007658BC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81021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7658BC" w:rsidRPr="00537833" w14:paraId="5D2F8C6A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66" w14:textId="6D441AD8" w:rsidR="007658BC" w:rsidRPr="004360E7" w:rsidRDefault="007658BC" w:rsidP="007658B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3.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7" w14:textId="7A31F062" w:rsidR="007658BC" w:rsidRPr="004360E7" w:rsidRDefault="007658BC" w:rsidP="007658BC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Desapert</w:t>
            </w:r>
            <w:r>
              <w:rPr>
                <w:rFonts w:ascii="Arial" w:hAnsi="Arial" w:cs="Arial"/>
                <w:sz w:val="18"/>
                <w:szCs w:val="16"/>
              </w:rPr>
              <w:t>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as travessas limites da zona da travessia e </w:t>
            </w:r>
            <w:r>
              <w:rPr>
                <w:rFonts w:ascii="Arial" w:hAnsi="Arial" w:cs="Arial"/>
                <w:sz w:val="18"/>
                <w:szCs w:val="16"/>
              </w:rPr>
              <w:t>afastamento das mesmas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da travessia.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8" w14:textId="77777777" w:rsidR="007658BC" w:rsidRPr="004360E7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296594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9" w14:textId="77777777" w:rsidR="007658BC" w:rsidRPr="004360E7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06524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7658BC" w:rsidRPr="00537833" w14:paraId="5D2F8C6F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6B" w14:textId="2D4EB319" w:rsidR="007658BC" w:rsidRPr="004360E7" w:rsidRDefault="007658BC" w:rsidP="007658B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4.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C" w14:textId="70ECEC9C" w:rsidR="007658BC" w:rsidRPr="004360E7" w:rsidRDefault="007658BC" w:rsidP="007658BC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emoção 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o balastro da travessia </w:t>
            </w:r>
            <w:r>
              <w:rPr>
                <w:rFonts w:ascii="Arial" w:hAnsi="Arial" w:cs="Arial"/>
                <w:sz w:val="18"/>
                <w:szCs w:val="16"/>
              </w:rPr>
              <w:t xml:space="preserve">e </w:t>
            </w:r>
            <w:r w:rsidRPr="004360E7">
              <w:rPr>
                <w:rFonts w:ascii="Arial" w:hAnsi="Arial" w:cs="Arial"/>
                <w:sz w:val="18"/>
                <w:szCs w:val="16"/>
              </w:rPr>
              <w:t>deposit</w:t>
            </w:r>
            <w:r>
              <w:rPr>
                <w:rFonts w:ascii="Arial" w:hAnsi="Arial" w:cs="Arial"/>
                <w:sz w:val="18"/>
                <w:szCs w:val="16"/>
              </w:rPr>
              <w:t xml:space="preserve">o </w:t>
            </w:r>
            <w:r w:rsidRPr="004360E7">
              <w:rPr>
                <w:rFonts w:ascii="Arial" w:hAnsi="Arial" w:cs="Arial"/>
                <w:sz w:val="18"/>
                <w:szCs w:val="16"/>
              </w:rPr>
              <w:t>sobre a manta geotêxtil para evitar a contaminação até obte</w:t>
            </w:r>
            <w:r>
              <w:rPr>
                <w:rFonts w:ascii="Arial" w:hAnsi="Arial" w:cs="Arial"/>
                <w:sz w:val="18"/>
                <w:szCs w:val="16"/>
              </w:rPr>
              <w:t>nção de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uma inclinação que permita </w:t>
            </w:r>
            <w:r w:rsidR="00D13755">
              <w:rPr>
                <w:rFonts w:ascii="Arial" w:hAnsi="Arial" w:cs="Arial"/>
                <w:sz w:val="18"/>
                <w:szCs w:val="16"/>
              </w:rPr>
              <w:t>a escavação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D" w14:textId="77777777" w:rsidR="007658BC" w:rsidRPr="004360E7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07125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6E" w14:textId="77777777" w:rsidR="007658BC" w:rsidRPr="004360E7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731815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7658BC" w:rsidRPr="00537833" w14:paraId="5D2F8C74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70" w14:textId="1C15C7D2" w:rsidR="007658BC" w:rsidRPr="004360E7" w:rsidRDefault="007658BC" w:rsidP="007658BC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5.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71" w14:textId="6DB7B502" w:rsidR="007658BC" w:rsidRPr="004360E7" w:rsidRDefault="00D13755" w:rsidP="007658BC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Escava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de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terreno </w:t>
            </w:r>
            <w:r w:rsidR="00647D02">
              <w:rPr>
                <w:rFonts w:ascii="Arial" w:hAnsi="Arial" w:cs="Arial"/>
                <w:sz w:val="18"/>
                <w:szCs w:val="16"/>
              </w:rPr>
              <w:t>(</w:t>
            </w:r>
            <w:r w:rsidRPr="004360E7">
              <w:rPr>
                <w:rFonts w:ascii="Arial" w:hAnsi="Arial" w:cs="Arial"/>
                <w:sz w:val="18"/>
                <w:szCs w:val="16"/>
              </w:rPr>
              <w:t>de qualquer natureza</w:t>
            </w:r>
            <w:r w:rsidR="00647D02">
              <w:rPr>
                <w:rFonts w:ascii="Arial" w:hAnsi="Arial" w:cs="Arial"/>
                <w:sz w:val="18"/>
                <w:szCs w:val="16"/>
              </w:rPr>
              <w:t>)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e prepara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>a vala à profundidade adequada, incluindo entivação e bombagem</w:t>
            </w:r>
            <w:r w:rsidR="00647D02"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se necessário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72" w14:textId="77777777" w:rsidR="007658BC" w:rsidRPr="004360E7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91613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73" w14:textId="77777777" w:rsidR="007658BC" w:rsidRPr="004360E7" w:rsidRDefault="00402B94" w:rsidP="007658BC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927572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8BC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D13755" w:rsidRPr="00537833" w14:paraId="5D2F8C79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5D2F8C75" w14:textId="24A45778" w:rsidR="00D13755" w:rsidRPr="004360E7" w:rsidRDefault="00D13755" w:rsidP="00D13755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6.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76" w14:textId="702C3455" w:rsidR="00D13755" w:rsidRPr="004360E7" w:rsidRDefault="00D13755" w:rsidP="00D1375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Execu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a vala perpendicularmente à </w:t>
            </w:r>
            <w:proofErr w:type="gramStart"/>
            <w:r w:rsidRPr="004360E7">
              <w:rPr>
                <w:rFonts w:ascii="Arial" w:hAnsi="Arial" w:cs="Arial"/>
                <w:sz w:val="18"/>
                <w:szCs w:val="16"/>
              </w:rPr>
              <w:t>via férrea</w:t>
            </w:r>
            <w:proofErr w:type="gramEnd"/>
            <w:r w:rsidRPr="004360E7">
              <w:rPr>
                <w:rFonts w:ascii="Arial" w:hAnsi="Arial" w:cs="Arial"/>
                <w:sz w:val="18"/>
                <w:szCs w:val="16"/>
              </w:rPr>
              <w:t xml:space="preserve"> respeitando a geometria para a instalação de n tubos PEAD 110 mm (de acordo com o projeto de execução).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77" w14:textId="79B5E043" w:rsidR="00D13755" w:rsidRPr="004360E7" w:rsidRDefault="00402B94" w:rsidP="00D13755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538307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3B7F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78" w14:textId="77777777" w:rsidR="00D13755" w:rsidRPr="004360E7" w:rsidRDefault="00402B94" w:rsidP="00D13755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955526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755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8955B6" w:rsidRPr="00537833" w14:paraId="00CC60F9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7E81B633" w14:textId="28A8D80C" w:rsidR="008955B6" w:rsidRPr="004360E7" w:rsidRDefault="008955B6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7.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5137B325" w14:textId="2E5F8CFE" w:rsidR="008955B6" w:rsidRPr="004360E7" w:rsidRDefault="008955B6" w:rsidP="00D00C12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Regulariza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o fundo </w:t>
            </w:r>
            <w:r w:rsidR="00647D02">
              <w:rPr>
                <w:rFonts w:ascii="Arial" w:hAnsi="Arial" w:cs="Arial"/>
                <w:sz w:val="18"/>
                <w:szCs w:val="16"/>
              </w:rPr>
              <w:t xml:space="preserve">da vala </w:t>
            </w:r>
            <w:r w:rsidRPr="004360E7">
              <w:rPr>
                <w:rFonts w:ascii="Arial" w:hAnsi="Arial" w:cs="Arial"/>
                <w:sz w:val="18"/>
                <w:szCs w:val="16"/>
              </w:rPr>
              <w:t>e coloca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7B01B3">
              <w:rPr>
                <w:rFonts w:ascii="Arial" w:hAnsi="Arial" w:cs="Arial"/>
                <w:sz w:val="18"/>
                <w:szCs w:val="16"/>
              </w:rPr>
              <w:t xml:space="preserve">solo </w:t>
            </w:r>
            <w:r>
              <w:rPr>
                <w:rFonts w:ascii="Arial" w:hAnsi="Arial" w:cs="Arial"/>
                <w:sz w:val="18"/>
                <w:szCs w:val="16"/>
              </w:rPr>
              <w:t>selecionad</w:t>
            </w:r>
            <w:r w:rsidR="00D00C12">
              <w:rPr>
                <w:rFonts w:ascii="Arial" w:hAnsi="Arial" w:cs="Arial"/>
                <w:sz w:val="18"/>
                <w:szCs w:val="16"/>
              </w:rPr>
              <w:t>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e isenta de pedras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4360E7">
              <w:rPr>
                <w:rFonts w:ascii="Arial" w:hAnsi="Arial" w:cs="Arial"/>
                <w:sz w:val="18"/>
                <w:szCs w:val="16"/>
              </w:rPr>
              <w:t>resultante dos produtos de escavação da vala</w:t>
            </w:r>
            <w:r>
              <w:rPr>
                <w:rFonts w:ascii="Arial" w:hAnsi="Arial" w:cs="Arial"/>
                <w:sz w:val="18"/>
                <w:szCs w:val="16"/>
              </w:rPr>
              <w:t xml:space="preserve"> (se apt</w:t>
            </w:r>
            <w:r w:rsidR="00D00C12">
              <w:rPr>
                <w:rFonts w:ascii="Arial" w:hAnsi="Arial" w:cs="Arial"/>
                <w:sz w:val="18"/>
                <w:szCs w:val="16"/>
              </w:rPr>
              <w:t>o</w:t>
            </w:r>
            <w:r>
              <w:rPr>
                <w:rFonts w:ascii="Arial" w:hAnsi="Arial" w:cs="Arial"/>
                <w:sz w:val="18"/>
                <w:szCs w:val="16"/>
              </w:rPr>
              <w:t xml:space="preserve"> para aterro*)</w:t>
            </w:r>
            <w:r w:rsidR="00647D02">
              <w:rPr>
                <w:rFonts w:ascii="Arial" w:hAnsi="Arial" w:cs="Arial"/>
                <w:sz w:val="18"/>
                <w:szCs w:val="16"/>
              </w:rPr>
              <w:t xml:space="preserve"> / areia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60E06C94" w14:textId="5725C6EF" w:rsidR="008955B6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05744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5B6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1CB25750" w14:textId="5F4D9511" w:rsidR="008955B6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341697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5B6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8955B6" w:rsidRPr="00537833" w14:paraId="420F0B58" w14:textId="77777777" w:rsidTr="0089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3073BCCF" w14:textId="5AA4EBE1" w:rsid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631F1C20" w14:textId="7C186618" w:rsid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13755">
              <w:rPr>
                <w:rFonts w:ascii="Arial" w:hAnsi="Arial" w:cs="Arial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asurar o método</w:t>
            </w:r>
            <w:r w:rsidRPr="00D13755">
              <w:rPr>
                <w:rFonts w:ascii="Arial" w:hAnsi="Arial" w:cs="Arial"/>
                <w:sz w:val="16"/>
                <w:szCs w:val="16"/>
              </w:rPr>
              <w:t xml:space="preserve"> não </w:t>
            </w:r>
            <w:r>
              <w:rPr>
                <w:rFonts w:ascii="Arial" w:hAnsi="Arial" w:cs="Arial"/>
                <w:sz w:val="16"/>
                <w:szCs w:val="16"/>
              </w:rPr>
              <w:t>aplicável)</w:t>
            </w:r>
          </w:p>
        </w:tc>
        <w:tc>
          <w:tcPr>
            <w:tcW w:w="56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3B86EA0B" w14:textId="3AEE89DB" w:rsidR="008955B6" w:rsidRP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5B6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6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41CD697C" w14:textId="58503890" w:rsidR="008955B6" w:rsidRP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5B6">
              <w:rPr>
                <w:rFonts w:ascii="Arial" w:hAnsi="Arial" w:cs="Arial"/>
                <w:sz w:val="16"/>
                <w:szCs w:val="16"/>
              </w:rPr>
              <w:t>NC</w:t>
            </w:r>
          </w:p>
        </w:tc>
        <w:tc>
          <w:tcPr>
            <w:tcW w:w="368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00548A73" w14:textId="22A08085" w:rsid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13755">
              <w:rPr>
                <w:rFonts w:ascii="Arial" w:hAnsi="Arial" w:cs="Arial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asurar o método</w:t>
            </w:r>
            <w:r w:rsidRPr="00D13755">
              <w:rPr>
                <w:rFonts w:ascii="Arial" w:hAnsi="Arial" w:cs="Arial"/>
                <w:sz w:val="16"/>
                <w:szCs w:val="16"/>
              </w:rPr>
              <w:t xml:space="preserve"> não </w:t>
            </w:r>
            <w:r>
              <w:rPr>
                <w:rFonts w:ascii="Arial" w:hAnsi="Arial" w:cs="Arial"/>
                <w:sz w:val="16"/>
                <w:szCs w:val="16"/>
              </w:rPr>
              <w:t>aplicável)</w:t>
            </w:r>
          </w:p>
        </w:tc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3CA58668" w14:textId="130D37FC" w:rsid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018EE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45CF702B" w14:textId="3D525BF6" w:rsid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018EE">
              <w:rPr>
                <w:rFonts w:ascii="Arial" w:hAnsi="Arial" w:cs="Arial"/>
                <w:sz w:val="16"/>
                <w:szCs w:val="16"/>
              </w:rPr>
              <w:t>C</w:t>
            </w:r>
          </w:p>
        </w:tc>
      </w:tr>
      <w:tr w:rsidR="008955B6" w:rsidRPr="00537833" w14:paraId="232BC5FF" w14:textId="77777777" w:rsidTr="0089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4" w:type="dxa"/>
            <w:gridSpan w:val="5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4B3C1A56" w14:textId="77777777" w:rsidR="008955B6" w:rsidRPr="004360E7" w:rsidRDefault="008955B6" w:rsidP="008955B6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-</w:t>
            </w:r>
          </w:p>
          <w:p w14:paraId="7500C919" w14:textId="60A23E47" w:rsid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Método A </w:t>
            </w:r>
          </w:p>
          <w:p w14:paraId="43D7BCA7" w14:textId="4F11B2AF" w:rsidR="008955B6" w:rsidRPr="004360E7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D13755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D13755">
              <w:rPr>
                <w:rFonts w:ascii="Arial" w:hAnsi="Arial" w:cs="Arial"/>
                <w:sz w:val="16"/>
                <w:szCs w:val="16"/>
              </w:rPr>
              <w:t>Genérico )</w:t>
            </w:r>
            <w:proofErr w:type="gramEnd"/>
          </w:p>
        </w:tc>
        <w:tc>
          <w:tcPr>
            <w:tcW w:w="4824" w:type="dxa"/>
            <w:gridSpan w:val="4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shd w:val="clear" w:color="auto" w:fill="F2F2F2" w:themeFill="background1" w:themeFillShade="F2"/>
            <w:vAlign w:val="center"/>
          </w:tcPr>
          <w:p w14:paraId="6D10F4B4" w14:textId="77777777" w:rsidR="008955B6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Método B</w:t>
            </w:r>
          </w:p>
          <w:p w14:paraId="313D9938" w14:textId="20E28806" w:rsidR="008955B6" w:rsidRPr="00983B7F" w:rsidRDefault="008955B6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D13755">
              <w:rPr>
                <w:rFonts w:ascii="Arial" w:hAnsi="Arial" w:cs="Arial"/>
                <w:sz w:val="16"/>
                <w:szCs w:val="16"/>
              </w:rPr>
              <w:t xml:space="preserve">(a utilizar em casos </w:t>
            </w:r>
            <w:proofErr w:type="spellStart"/>
            <w:r w:rsidRPr="00D13755">
              <w:rPr>
                <w:rFonts w:ascii="Arial" w:hAnsi="Arial" w:cs="Arial"/>
                <w:sz w:val="16"/>
                <w:szCs w:val="16"/>
              </w:rPr>
              <w:t>exepcionais</w:t>
            </w:r>
            <w:proofErr w:type="spellEnd"/>
            <w:r w:rsidRPr="00D13755">
              <w:rPr>
                <w:rFonts w:ascii="Arial" w:hAnsi="Arial" w:cs="Arial"/>
                <w:sz w:val="16"/>
                <w:szCs w:val="16"/>
              </w:rPr>
              <w:t xml:space="preserve"> onde se verifique a existência de Nível freático elevado)</w:t>
            </w:r>
          </w:p>
        </w:tc>
      </w:tr>
      <w:tr w:rsidR="008955B6" w:rsidRPr="00537833" w14:paraId="64384899" w14:textId="77777777" w:rsidTr="0089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12709281" w14:textId="25904557" w:rsidR="008955B6" w:rsidRDefault="00FB67A8" w:rsidP="008955B6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8</w:t>
            </w:r>
            <w:r w:rsidR="008955B6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3405" w:type="dxa"/>
            <w:tcBorders>
              <w:top w:val="single" w:sz="8" w:space="0" w:color="C0C0C0"/>
              <w:left w:val="nil"/>
              <w:right w:val="single" w:sz="8" w:space="0" w:color="C0C0C0"/>
            </w:tcBorders>
            <w:vAlign w:val="center"/>
          </w:tcPr>
          <w:p w14:paraId="03B10A07" w14:textId="525B96BE" w:rsidR="008955B6" w:rsidRDefault="00FB67A8" w:rsidP="008955B6">
            <w:pPr>
              <w:tabs>
                <w:tab w:val="left" w:pos="-1985"/>
              </w:tabs>
              <w:spacing w:before="60" w:after="60" w:line="360" w:lineRule="auto"/>
              <w:jc w:val="lef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-</w:t>
            </w:r>
            <w:r w:rsidR="00402B94">
              <w:rPr>
                <w:rFonts w:ascii="Arial" w:hAnsi="Arial" w:cs="Arial"/>
                <w:sz w:val="18"/>
                <w:szCs w:val="16"/>
              </w:rPr>
              <w:t>------------------------------------------------</w:t>
            </w:r>
          </w:p>
        </w:tc>
        <w:tc>
          <w:tcPr>
            <w:tcW w:w="567" w:type="dxa"/>
            <w:gridSpan w:val="2"/>
            <w:tcBorders>
              <w:top w:val="single" w:sz="8" w:space="0" w:color="C0C0C0"/>
              <w:left w:val="nil"/>
              <w:right w:val="single" w:sz="8" w:space="0" w:color="C0C0C0"/>
            </w:tcBorders>
            <w:vAlign w:val="center"/>
          </w:tcPr>
          <w:p w14:paraId="39DA53A2" w14:textId="1230BDC2" w:rsidR="008955B6" w:rsidRPr="004360E7" w:rsidRDefault="00D00C12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MS Gothic" w:eastAsia="MS Gothic" w:hAnsi="MS Gothic" w:cs="Arial"/>
                <w:sz w:val="20"/>
              </w:rPr>
              <w:t>-</w:t>
            </w:r>
          </w:p>
        </w:tc>
        <w:tc>
          <w:tcPr>
            <w:tcW w:w="563" w:type="dxa"/>
            <w:tcBorders>
              <w:top w:val="single" w:sz="8" w:space="0" w:color="C0C0C0"/>
              <w:left w:val="nil"/>
              <w:right w:val="single" w:sz="8" w:space="0" w:color="C0C0C0"/>
            </w:tcBorders>
            <w:vAlign w:val="center"/>
          </w:tcPr>
          <w:p w14:paraId="07C74453" w14:textId="41979F5F" w:rsidR="008955B6" w:rsidRPr="004360E7" w:rsidRDefault="00D00C12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MS Gothic" w:eastAsia="MS Gothic" w:hAnsi="MS Gothic" w:cs="Arial"/>
                <w:sz w:val="20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0294C8CC" w14:textId="70C9CF28" w:rsidR="008955B6" w:rsidRDefault="00FB67A8" w:rsidP="00FB67A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Colocação de manta geotêxtil (</w:t>
            </w:r>
            <w:r w:rsidR="00D00C12">
              <w:rPr>
                <w:rFonts w:ascii="Arial" w:hAnsi="Arial" w:cs="Arial"/>
                <w:sz w:val="18"/>
                <w:szCs w:val="16"/>
              </w:rPr>
              <w:t xml:space="preserve">que </w:t>
            </w:r>
            <w:r>
              <w:rPr>
                <w:rFonts w:ascii="Arial" w:hAnsi="Arial" w:cs="Arial"/>
                <w:sz w:val="18"/>
                <w:szCs w:val="16"/>
              </w:rPr>
              <w:t>permita abraçar a camada de brita)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20E7E6C5" w14:textId="2A8171ED" w:rsidR="008955B6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709722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7B8CD0EF" w14:textId="56CA09FD" w:rsidR="008955B6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68397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5B6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276BBB42" w14:textId="77777777" w:rsidTr="00A03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076ED2A8" w14:textId="43669984" w:rsidR="00FB67A8" w:rsidRDefault="00FB67A8" w:rsidP="008955B6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9.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right w:val="single" w:sz="8" w:space="0" w:color="C0C0C0"/>
            </w:tcBorders>
            <w:vAlign w:val="center"/>
          </w:tcPr>
          <w:p w14:paraId="58AEA51E" w14:textId="295D548B" w:rsidR="00FB67A8" w:rsidRDefault="00FB67A8" w:rsidP="008955B6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Instala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de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n tubos PEAD 110mm 6kg não </w:t>
            </w:r>
            <w:proofErr w:type="spellStart"/>
            <w:r w:rsidRPr="004360E7">
              <w:rPr>
                <w:rFonts w:ascii="Arial" w:hAnsi="Arial" w:cs="Arial"/>
                <w:sz w:val="18"/>
                <w:szCs w:val="16"/>
              </w:rPr>
              <w:t>corrogado</w:t>
            </w:r>
            <w:proofErr w:type="spellEnd"/>
            <w:r w:rsidRPr="004360E7">
              <w:rPr>
                <w:rFonts w:ascii="Arial" w:hAnsi="Arial" w:cs="Arial"/>
                <w:sz w:val="18"/>
                <w:szCs w:val="16"/>
              </w:rPr>
              <w:t xml:space="preserve"> (de acordo com o projeto de execução).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F014DDC" w14:textId="4C7F640E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455877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3014C238" w14:textId="52C84073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58541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753BAE36" w14:textId="77777777" w:rsidTr="00D00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156B57B3" w14:textId="55E7B84C" w:rsidR="00FB67A8" w:rsidRDefault="00FB67A8" w:rsidP="008955B6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10.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right w:val="single" w:sz="8" w:space="0" w:color="C0C0C0"/>
            </w:tcBorders>
            <w:vAlign w:val="center"/>
          </w:tcPr>
          <w:p w14:paraId="1196E09E" w14:textId="5A6758E2" w:rsidR="00FB67A8" w:rsidRDefault="00FB67A8" w:rsidP="00D00C12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Confirma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da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distância mínima entre a base inferior da travessa e o extradorso da tubagem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aprox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>.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1,30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4360E7">
              <w:rPr>
                <w:rFonts w:ascii="Arial" w:hAnsi="Arial" w:cs="Arial"/>
                <w:sz w:val="18"/>
                <w:szCs w:val="16"/>
              </w:rPr>
              <w:t>m.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6433BD20" w14:textId="4BAF00A0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82673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2FEB6984" w14:textId="581E2A37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444603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0EF0E7E2" w14:textId="77777777" w:rsidTr="00D00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F9875B0" w14:textId="74F19EFF" w:rsidR="00FB67A8" w:rsidRDefault="00FB67A8" w:rsidP="008955B6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10.1</w:t>
            </w:r>
          </w:p>
        </w:tc>
        <w:tc>
          <w:tcPr>
            <w:tcW w:w="3405" w:type="dxa"/>
            <w:vMerge w:val="restart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vAlign w:val="center"/>
          </w:tcPr>
          <w:p w14:paraId="16E7D322" w14:textId="599FA52A" w:rsidR="00FB67A8" w:rsidRPr="004360E7" w:rsidRDefault="00FB67A8" w:rsidP="008955B6">
            <w:pPr>
              <w:tabs>
                <w:tab w:val="left" w:pos="-1985"/>
              </w:tabs>
              <w:spacing w:before="60" w:after="60" w:line="360" w:lineRule="auto"/>
              <w:jc w:val="lef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Coloca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de</w:t>
            </w:r>
            <w:r w:rsidR="00000A9E">
              <w:rPr>
                <w:rFonts w:ascii="Arial" w:hAnsi="Arial" w:cs="Arial"/>
                <w:sz w:val="18"/>
                <w:szCs w:val="16"/>
              </w:rPr>
              <w:t xml:space="preserve"> </w:t>
            </w:r>
            <w:proofErr w:type="gramStart"/>
            <w:r w:rsidR="00000A9E">
              <w:rPr>
                <w:rFonts w:ascii="Arial" w:hAnsi="Arial" w:cs="Arial"/>
                <w:sz w:val="18"/>
                <w:szCs w:val="16"/>
              </w:rPr>
              <w:t>camada  de</w:t>
            </w:r>
            <w:proofErr w:type="gramEnd"/>
            <w:r w:rsidR="00000A9E">
              <w:rPr>
                <w:rFonts w:ascii="Arial" w:hAnsi="Arial" w:cs="Arial"/>
                <w:sz w:val="18"/>
                <w:szCs w:val="16"/>
              </w:rPr>
              <w:t xml:space="preserve"> betão pobre (C12/</w:t>
            </w:r>
            <w:r w:rsidRPr="004360E7">
              <w:rPr>
                <w:rFonts w:ascii="Arial" w:hAnsi="Arial" w:cs="Arial"/>
                <w:sz w:val="18"/>
                <w:szCs w:val="16"/>
              </w:rPr>
              <w:t>15)</w:t>
            </w:r>
            <w:r>
              <w:rPr>
                <w:rFonts w:ascii="Arial" w:hAnsi="Arial" w:cs="Arial"/>
                <w:sz w:val="18"/>
                <w:szCs w:val="16"/>
              </w:rPr>
              <w:t xml:space="preserve"> / areia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a envolver os </w:t>
            </w:r>
            <w:r>
              <w:rPr>
                <w:rFonts w:ascii="Arial" w:hAnsi="Arial" w:cs="Arial"/>
                <w:sz w:val="18"/>
                <w:szCs w:val="16"/>
              </w:rPr>
              <w:t xml:space="preserve">n 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tubos PEAD 110mm 6kg não </w:t>
            </w:r>
            <w:proofErr w:type="spellStart"/>
            <w:r w:rsidRPr="004360E7">
              <w:rPr>
                <w:rFonts w:ascii="Arial" w:hAnsi="Arial" w:cs="Arial"/>
                <w:sz w:val="18"/>
                <w:szCs w:val="16"/>
              </w:rPr>
              <w:t>corrogado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C0C0C0"/>
              <w:left w:val="nil"/>
              <w:right w:val="single" w:sz="8" w:space="0" w:color="C0C0C0"/>
            </w:tcBorders>
            <w:vAlign w:val="center"/>
          </w:tcPr>
          <w:p w14:paraId="569B6BEF" w14:textId="2FAA0EA1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38078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3" w:type="dxa"/>
            <w:vMerge w:val="restart"/>
            <w:tcBorders>
              <w:top w:val="single" w:sz="8" w:space="0" w:color="C0C0C0"/>
              <w:left w:val="nil"/>
              <w:right w:val="single" w:sz="8" w:space="0" w:color="C0C0C0"/>
            </w:tcBorders>
            <w:vAlign w:val="center"/>
          </w:tcPr>
          <w:p w14:paraId="23888C96" w14:textId="29FFFB93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60109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3686" w:type="dxa"/>
            <w:gridSpan w:val="2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48862B63" w14:textId="3AD3F667" w:rsidR="00FB67A8" w:rsidRDefault="00FB67A8" w:rsidP="008955B6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Colocação de brita 2 até topo do nível freático existente, e fecho do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geotextil</w:t>
            </w:r>
            <w:proofErr w:type="spellEnd"/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E3B4716" w14:textId="68C1ABB3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81453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2322F3D5" w14:textId="462E1F0E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5064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151669C1" w14:textId="77777777" w:rsidTr="00D00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E6D0B97" w14:textId="07549B77" w:rsidR="00FB67A8" w:rsidRDefault="00FB67A8" w:rsidP="008955B6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10.2</w:t>
            </w:r>
          </w:p>
        </w:tc>
        <w:tc>
          <w:tcPr>
            <w:tcW w:w="3405" w:type="dxa"/>
            <w:vMerge/>
            <w:tcBorders>
              <w:left w:val="single" w:sz="8" w:space="0" w:color="C0C0C0"/>
              <w:right w:val="single" w:sz="8" w:space="0" w:color="C0C0C0"/>
            </w:tcBorders>
            <w:vAlign w:val="center"/>
          </w:tcPr>
          <w:p w14:paraId="686288C1" w14:textId="77777777" w:rsidR="00FB67A8" w:rsidRPr="004360E7" w:rsidRDefault="00FB67A8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8" w:space="0" w:color="C0C0C0"/>
            </w:tcBorders>
            <w:vAlign w:val="center"/>
          </w:tcPr>
          <w:p w14:paraId="27253958" w14:textId="77777777" w:rsidR="00FB67A8" w:rsidRDefault="00FB67A8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8" w:space="0" w:color="C0C0C0"/>
            </w:tcBorders>
            <w:vAlign w:val="center"/>
          </w:tcPr>
          <w:p w14:paraId="5A15A7A7" w14:textId="77777777" w:rsidR="00FB67A8" w:rsidRDefault="00FB67A8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0BCDA4D6" w14:textId="24E150C9" w:rsidR="00FB67A8" w:rsidRDefault="00FB67A8" w:rsidP="008955B6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Colocação de camada de 10 cm de areia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6B39602F" w14:textId="4FD5C9E0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07132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132BDEFE" w14:textId="740B3D41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35287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637E137A" w14:textId="77777777" w:rsidTr="00D00C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1197E83E" w14:textId="6183C8B5" w:rsidR="00FB67A8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11.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452B7596" w14:textId="2E1E5813" w:rsidR="00FB67A8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Aterro da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vala restante</w:t>
            </w:r>
            <w:r>
              <w:rPr>
                <w:rFonts w:ascii="Arial" w:hAnsi="Arial" w:cs="Arial"/>
                <w:sz w:val="18"/>
                <w:szCs w:val="16"/>
              </w:rPr>
              <w:t xml:space="preserve">, </w:t>
            </w:r>
            <w:r w:rsidRPr="004360E7">
              <w:rPr>
                <w:rFonts w:ascii="Arial" w:hAnsi="Arial" w:cs="Arial"/>
                <w:sz w:val="18"/>
                <w:szCs w:val="16"/>
              </w:rPr>
              <w:t>até 0,10 m abaixo da cota existente</w:t>
            </w:r>
            <w:r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com terra isenta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de pedras resultante da escavação</w:t>
            </w:r>
            <w:r>
              <w:rPr>
                <w:rFonts w:ascii="Arial" w:hAnsi="Arial" w:cs="Arial"/>
                <w:sz w:val="18"/>
                <w:szCs w:val="16"/>
              </w:rPr>
              <w:t xml:space="preserve"> (se apta para aterro*),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em camadas de 0,20 a 0,30 m de espessura</w:t>
            </w:r>
            <w:r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sucessivamente compactadas com recurso a placa vibratória.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2F4AC659" w14:textId="61602593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16939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62A8096A" w14:textId="408E51DE" w:rsidR="00FB67A8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19828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5D2F8C97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93" w14:textId="12B97DA7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12.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94" w14:textId="7374BF33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Aterro dos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últimos 0,10 m da vala com uma camada de </w:t>
            </w:r>
            <w:proofErr w:type="spellStart"/>
            <w:r w:rsidRPr="004360E7">
              <w:rPr>
                <w:rFonts w:ascii="Arial" w:hAnsi="Arial" w:cs="Arial"/>
                <w:i/>
                <w:sz w:val="18"/>
                <w:szCs w:val="16"/>
              </w:rPr>
              <w:t>tout</w:t>
            </w:r>
            <w:r>
              <w:rPr>
                <w:rFonts w:ascii="Arial" w:hAnsi="Arial" w:cs="Arial"/>
                <w:i/>
                <w:sz w:val="18"/>
                <w:szCs w:val="16"/>
              </w:rPr>
              <w:t>-</w:t>
            </w:r>
            <w:r w:rsidRPr="004360E7">
              <w:rPr>
                <w:rFonts w:ascii="Arial" w:hAnsi="Arial" w:cs="Arial"/>
                <w:i/>
                <w:sz w:val="18"/>
                <w:szCs w:val="16"/>
              </w:rPr>
              <w:t>venant</w:t>
            </w:r>
            <w:proofErr w:type="spellEnd"/>
            <w:r w:rsidRPr="004360E7">
              <w:rPr>
                <w:rFonts w:ascii="Arial" w:hAnsi="Arial" w:cs="Arial"/>
                <w:sz w:val="18"/>
                <w:szCs w:val="16"/>
              </w:rPr>
              <w:t xml:space="preserve"> devidamente compactado com recurso a placa vibratória.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95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5317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96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430307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5D2F8C9C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98" w14:textId="7B31FE62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13.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99" w14:textId="711F8BB5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eposição do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balastro </w:t>
            </w:r>
            <w:r>
              <w:rPr>
                <w:rFonts w:ascii="Arial" w:hAnsi="Arial" w:cs="Arial"/>
                <w:sz w:val="18"/>
                <w:szCs w:val="16"/>
              </w:rPr>
              <w:t xml:space="preserve">no vão </w:t>
            </w:r>
            <w:r w:rsidRPr="004360E7">
              <w:rPr>
                <w:rFonts w:ascii="Arial" w:hAnsi="Arial" w:cs="Arial"/>
                <w:sz w:val="18"/>
                <w:szCs w:val="16"/>
              </w:rPr>
              <w:t>sobre a travessia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9A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747998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9B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1580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5D2F8CA1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9D" w14:textId="34AA3534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14.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9E" w14:textId="04B6D558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eposição d</w:t>
            </w:r>
            <w:r w:rsidRPr="004360E7">
              <w:rPr>
                <w:rFonts w:ascii="Arial" w:hAnsi="Arial" w:cs="Arial"/>
                <w:sz w:val="18"/>
                <w:szCs w:val="16"/>
              </w:rPr>
              <w:t>as travessas na posição inicial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9F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021821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0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133211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5D2F8CA6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A2" w14:textId="10CA9CD7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15.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3" w14:textId="6B2A7CC2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eposição do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balastro </w:t>
            </w:r>
            <w:r>
              <w:rPr>
                <w:rFonts w:ascii="Arial" w:hAnsi="Arial" w:cs="Arial"/>
                <w:sz w:val="18"/>
                <w:szCs w:val="16"/>
              </w:rPr>
              <w:t xml:space="preserve">restante e </w:t>
            </w:r>
            <w:r w:rsidRPr="004360E7">
              <w:rPr>
                <w:rFonts w:ascii="Arial" w:hAnsi="Arial" w:cs="Arial"/>
                <w:sz w:val="18"/>
                <w:szCs w:val="16"/>
              </w:rPr>
              <w:t>regularização</w:t>
            </w:r>
            <w:r>
              <w:rPr>
                <w:rFonts w:ascii="Arial" w:hAnsi="Arial" w:cs="Arial"/>
                <w:sz w:val="18"/>
                <w:szCs w:val="16"/>
              </w:rPr>
              <w:t xml:space="preserve"> do mesmo.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(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A</w:t>
            </w:r>
            <w:r w:rsidRPr="002C5D40">
              <w:rPr>
                <w:rFonts w:ascii="Arial" w:hAnsi="Arial" w:cs="Arial"/>
                <w:sz w:val="18"/>
                <w:szCs w:val="16"/>
              </w:rPr>
              <w:t>tenção</w:t>
            </w:r>
            <w:proofErr w:type="gramEnd"/>
            <w:r w:rsidRPr="002C5D40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a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o reforço das banquetas com balastro, </w:t>
            </w:r>
            <w:r>
              <w:rPr>
                <w:rFonts w:ascii="Arial" w:hAnsi="Arial" w:cs="Arial"/>
                <w:sz w:val="18"/>
                <w:szCs w:val="16"/>
              </w:rPr>
              <w:t>de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forma a assegurar o encastramento lateral das travessas de acordo com o perfil transversal tipo</w:t>
            </w:r>
            <w:r>
              <w:rPr>
                <w:rFonts w:ascii="Arial" w:hAnsi="Arial" w:cs="Arial"/>
                <w:sz w:val="18"/>
                <w:szCs w:val="16"/>
              </w:rPr>
              <w:t>).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4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018122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5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843016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5D2F8CAB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A7" w14:textId="4ED05E35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16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8" w14:textId="5F5A8088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Ataque mecânico ligeiro da v</w:t>
            </w:r>
            <w:r w:rsidRPr="002C5D40">
              <w:rPr>
                <w:rFonts w:ascii="Arial" w:hAnsi="Arial" w:cs="Arial"/>
                <w:sz w:val="18"/>
                <w:szCs w:val="16"/>
              </w:rPr>
              <w:t>ia</w:t>
            </w:r>
            <w:r>
              <w:rPr>
                <w:rFonts w:ascii="Arial" w:hAnsi="Arial" w:cs="Arial"/>
                <w:sz w:val="18"/>
                <w:szCs w:val="16"/>
              </w:rPr>
              <w:t xml:space="preserve"> efetuado por pessoal habilitado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, </w:t>
            </w:r>
            <w:r>
              <w:rPr>
                <w:rFonts w:ascii="Arial" w:hAnsi="Arial" w:cs="Arial"/>
                <w:sz w:val="18"/>
                <w:szCs w:val="16"/>
              </w:rPr>
              <w:t>(</w:t>
            </w:r>
            <w:r w:rsidRPr="002C5D40">
              <w:rPr>
                <w:rFonts w:ascii="Arial" w:hAnsi="Arial" w:cs="Arial"/>
                <w:sz w:val="18"/>
                <w:szCs w:val="16"/>
              </w:rPr>
              <w:t>as vezes necessárias</w:t>
            </w:r>
            <w:r>
              <w:rPr>
                <w:rFonts w:ascii="Arial" w:hAnsi="Arial" w:cs="Arial"/>
                <w:sz w:val="18"/>
                <w:szCs w:val="16"/>
              </w:rPr>
              <w:t>)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de modo a garantir a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consolidação</w:t>
            </w:r>
            <w:r>
              <w:rPr>
                <w:rFonts w:ascii="Arial" w:hAnsi="Arial" w:cs="Arial"/>
                <w:sz w:val="18"/>
                <w:szCs w:val="16"/>
              </w:rPr>
              <w:t xml:space="preserve"> e reposição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>a geometria de via do local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9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59793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A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464273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5D2F8CB0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AC" w14:textId="5ECEADC3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17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D" w14:textId="1CDC9655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Monitorização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os parâmetros geométricos </w:t>
            </w:r>
            <w:r>
              <w:rPr>
                <w:rFonts w:ascii="Arial" w:hAnsi="Arial" w:cs="Arial"/>
                <w:sz w:val="18"/>
                <w:szCs w:val="16"/>
              </w:rPr>
              <w:t>no fim dos trabalhos e registo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53679F">
              <w:rPr>
                <w:rFonts w:ascii="Arial" w:hAnsi="Arial" w:cs="Arial"/>
                <w:sz w:val="18"/>
                <w:szCs w:val="16"/>
              </w:rPr>
              <w:t>os</w:t>
            </w:r>
            <w:r>
              <w:rPr>
                <w:rFonts w:ascii="Arial" w:hAnsi="Arial" w:cs="Arial"/>
                <w:sz w:val="18"/>
                <w:szCs w:val="16"/>
              </w:rPr>
              <w:t xml:space="preserve"> resultados obtidos no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no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formulário </w:t>
            </w:r>
            <w:r w:rsidRPr="00314959">
              <w:rPr>
                <w:rFonts w:ascii="Arial" w:hAnsi="Arial" w:cs="Arial"/>
                <w:i/>
                <w:sz w:val="18"/>
                <w:szCs w:val="16"/>
              </w:rPr>
              <w:t>Ficha Correção Pontual Defeitos Geométricos Via</w:t>
            </w:r>
            <w:r w:rsidRPr="0053679F">
              <w:rPr>
                <w:rFonts w:ascii="Arial" w:hAnsi="Arial" w:cs="Arial"/>
                <w:sz w:val="18"/>
                <w:szCs w:val="16"/>
              </w:rPr>
              <w:t>.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E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27922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AF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388150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5D2F8CB5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B1" w14:textId="54647DFD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18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B2" w14:textId="248C5459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ecolha e transporte para deposito d</w:t>
            </w:r>
            <w:r w:rsidRPr="004360E7">
              <w:rPr>
                <w:rFonts w:ascii="Arial" w:hAnsi="Arial" w:cs="Arial"/>
                <w:sz w:val="18"/>
                <w:szCs w:val="16"/>
              </w:rPr>
              <w:t>os diferentes tipos de materiais sobrantes, incluindo os geotêxtis utilizados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B3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723395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B4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44248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7D1DFC58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8" w:type="dxa"/>
            <w:gridSpan w:val="9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vAlign w:val="center"/>
          </w:tcPr>
          <w:p w14:paraId="4991E57E" w14:textId="1EB2EB3D" w:rsidR="00FB67A8" w:rsidRDefault="00FB67A8" w:rsidP="008955B6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DC3B62">
              <w:rPr>
                <w:rFonts w:ascii="Arial" w:hAnsi="Arial" w:cs="Arial"/>
                <w:i/>
                <w:iCs/>
                <w:sz w:val="14"/>
                <w:szCs w:val="14"/>
              </w:rPr>
              <w:lastRenderedPageBreak/>
              <w:t>*</w:t>
            </w:r>
            <w:r w:rsidR="00402B9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 w:rsidRPr="00DC3B62">
              <w:rPr>
                <w:rFonts w:ascii="Arial" w:hAnsi="Arial" w:cs="Arial"/>
                <w:i/>
                <w:iCs/>
                <w:sz w:val="14"/>
                <w:szCs w:val="14"/>
              </w:rPr>
              <w:t>No caso da presença de solos saturados, argilosos, com pedras considerados não aptos para aterro deverá recorrer-se a solos de empréstimo com características aptas para aterro.</w:t>
            </w:r>
          </w:p>
        </w:tc>
      </w:tr>
      <w:tr w:rsidR="00FB67A8" w:rsidRPr="00537833" w14:paraId="5D2F8CB9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923" w:type="dxa"/>
            <w:gridSpan w:val="6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F8F8F8"/>
            <w:vAlign w:val="center"/>
          </w:tcPr>
          <w:p w14:paraId="5D2F8CB6" w14:textId="77777777" w:rsidR="00FB67A8" w:rsidRPr="0090691B" w:rsidRDefault="00FB67A8" w:rsidP="008955B6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DD619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Controlo de execução das outras medidas </w:t>
            </w:r>
            <w:r w:rsidRPr="00F822D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propostas pel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 EE / EF / DO</w:t>
            </w:r>
          </w:p>
        </w:tc>
        <w:tc>
          <w:tcPr>
            <w:tcW w:w="867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auto"/>
            <w:vAlign w:val="center"/>
          </w:tcPr>
          <w:p w14:paraId="5D2F8CB7" w14:textId="77777777" w:rsidR="00FB67A8" w:rsidRPr="00A561B4" w:rsidRDefault="00FB67A8" w:rsidP="008955B6">
            <w:pPr>
              <w:tabs>
                <w:tab w:val="left" w:pos="-1985"/>
              </w:tabs>
              <w:spacing w:before="60"/>
              <w:contextualSpacing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28701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1138" w:type="dxa"/>
            <w:gridSpan w:val="2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single" w:sz="8" w:space="0" w:color="C0C0C0"/>
            </w:tcBorders>
            <w:shd w:val="clear" w:color="auto" w:fill="auto"/>
            <w:vAlign w:val="center"/>
          </w:tcPr>
          <w:p w14:paraId="5D2F8CB8" w14:textId="77777777" w:rsidR="00FB67A8" w:rsidRPr="00A561B4" w:rsidRDefault="00FB67A8" w:rsidP="008955B6">
            <w:pPr>
              <w:tabs>
                <w:tab w:val="left" w:pos="-1985"/>
              </w:tabs>
              <w:spacing w:before="60"/>
              <w:contextualSpacing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Não   </w:t>
            </w:r>
            <w:sdt>
              <w:sdtPr>
                <w:rPr>
                  <w:rFonts w:ascii="Arial" w:hAnsi="Arial" w:cs="Arial"/>
                  <w:sz w:val="20"/>
                </w:rPr>
                <w:id w:val="-119313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537833" w14:paraId="5D2F8CBE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8" w:space="0" w:color="C0C0C0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BA" w14:textId="77777777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1.</w:t>
            </w:r>
          </w:p>
        </w:tc>
        <w:tc>
          <w:tcPr>
            <w:tcW w:w="8221" w:type="dxa"/>
            <w:gridSpan w:val="6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BB" w14:textId="77777777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BC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7280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8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BD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10403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A561B4" w14:paraId="5D2F8CC3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BF" w14:textId="77777777" w:rsidR="00FB67A8" w:rsidRPr="004360E7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8221" w:type="dxa"/>
            <w:gridSpan w:val="6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C0" w14:textId="77777777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69" w:type="dxa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C1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11890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C2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99432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A561B4" w14:paraId="5D2F8CC8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2" w:space="0" w:color="F2F2F2" w:themeColor="background1" w:themeShade="F2"/>
              <w:right w:val="nil"/>
            </w:tcBorders>
            <w:vAlign w:val="center"/>
          </w:tcPr>
          <w:p w14:paraId="5D2F8CC4" w14:textId="77777777" w:rsidR="00FB67A8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3.</w:t>
            </w:r>
          </w:p>
        </w:tc>
        <w:tc>
          <w:tcPr>
            <w:tcW w:w="8221" w:type="dxa"/>
            <w:gridSpan w:val="6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C5" w14:textId="77777777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69" w:type="dxa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C6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53345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2" w:space="0" w:color="C0C0C0"/>
              <w:left w:val="nil"/>
              <w:bottom w:val="single" w:sz="2" w:space="0" w:color="C0C0C0"/>
              <w:right w:val="single" w:sz="8" w:space="0" w:color="C0C0C0"/>
            </w:tcBorders>
            <w:vAlign w:val="center"/>
          </w:tcPr>
          <w:p w14:paraId="5D2F8CC7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86379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FB67A8" w:rsidRPr="00A561B4" w14:paraId="5D2F8CCD" w14:textId="77777777" w:rsidTr="0098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9" w:type="dxa"/>
            <w:tcBorders>
              <w:top w:val="single" w:sz="2" w:space="0" w:color="F2F2F2" w:themeColor="background1" w:themeShade="F2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14:paraId="5D2F8CC9" w14:textId="77777777" w:rsidR="00FB67A8" w:rsidRDefault="00FB67A8" w:rsidP="008955B6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4.</w:t>
            </w:r>
          </w:p>
        </w:tc>
        <w:tc>
          <w:tcPr>
            <w:tcW w:w="8221" w:type="dxa"/>
            <w:gridSpan w:val="6"/>
            <w:tcBorders>
              <w:top w:val="single" w:sz="2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CA" w14:textId="77777777" w:rsidR="00FB67A8" w:rsidRPr="004360E7" w:rsidRDefault="00FB67A8" w:rsidP="008955B6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69" w:type="dxa"/>
            <w:tcBorders>
              <w:top w:val="single" w:sz="2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CB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891725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569" w:type="dxa"/>
            <w:tcBorders>
              <w:top w:val="single" w:sz="2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CC" w14:textId="77777777" w:rsidR="00FB67A8" w:rsidRPr="004360E7" w:rsidRDefault="00402B94" w:rsidP="008955B6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51191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7A8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</w:tbl>
    <w:p w14:paraId="5D2F8CCE" w14:textId="77777777" w:rsidR="00DD619D" w:rsidRDefault="00DD619D" w:rsidP="00EB4ACE">
      <w:pPr>
        <w:tabs>
          <w:tab w:val="left" w:pos="-1985"/>
        </w:tabs>
        <w:rPr>
          <w:rFonts w:ascii="Arial Narrow" w:hAnsi="Arial Narrow" w:cs="Arial"/>
          <w:sz w:val="12"/>
          <w:szCs w:val="16"/>
        </w:rPr>
      </w:pPr>
    </w:p>
    <w:p w14:paraId="5D2F8CD1" w14:textId="77777777" w:rsidR="00A72432" w:rsidRDefault="00A72432" w:rsidP="00EB4ACE">
      <w:pPr>
        <w:tabs>
          <w:tab w:val="left" w:pos="-1985"/>
        </w:tabs>
        <w:rPr>
          <w:rFonts w:ascii="Arial Narrow" w:hAnsi="Arial Narrow" w:cs="Arial"/>
          <w:sz w:val="12"/>
          <w:szCs w:val="16"/>
        </w:rPr>
      </w:pPr>
    </w:p>
    <w:p w14:paraId="5D2F8CD2" w14:textId="77777777" w:rsidR="00A72432" w:rsidRDefault="00A72432" w:rsidP="00EB4ACE">
      <w:pPr>
        <w:tabs>
          <w:tab w:val="left" w:pos="-1985"/>
        </w:tabs>
        <w:rPr>
          <w:rFonts w:ascii="Arial Narrow" w:hAnsi="Arial Narrow" w:cs="Arial"/>
          <w:sz w:val="12"/>
          <w:szCs w:val="16"/>
        </w:rPr>
      </w:pPr>
    </w:p>
    <w:tbl>
      <w:tblPr>
        <w:tblStyle w:val="TabelacomGrelha"/>
        <w:tblW w:w="9928" w:type="dxa"/>
        <w:tblInd w:w="-1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9928"/>
      </w:tblGrid>
      <w:tr w:rsidR="00EB4ACE" w:rsidRPr="00537833" w14:paraId="5D2F8CD4" w14:textId="77777777" w:rsidTr="00EB4ACE">
        <w:trPr>
          <w:trHeight w:val="284"/>
        </w:trPr>
        <w:tc>
          <w:tcPr>
            <w:tcW w:w="9928" w:type="dxa"/>
            <w:shd w:val="clear" w:color="auto" w:fill="F8F8F8"/>
            <w:vAlign w:val="center"/>
          </w:tcPr>
          <w:p w14:paraId="5D2F8CD3" w14:textId="77777777" w:rsidR="00EB4ACE" w:rsidRPr="00B77E96" w:rsidRDefault="00EB4ACE" w:rsidP="00EB4ACE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45305D">
              <w:rPr>
                <w:rFonts w:ascii="Arial Narrow" w:hAnsi="Arial Narrow" w:cs="Arial"/>
                <w:sz w:val="20"/>
                <w:lang w:val="pt-PT"/>
              </w:rPr>
              <w:br w:type="page"/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Meios Humanos (n.º </w:t>
            </w:r>
            <w:proofErr w:type="spellStart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Homes</w:t>
            </w:r>
            <w:proofErr w:type="spellEnd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/ n.º Horas)</w:t>
            </w:r>
          </w:p>
        </w:tc>
      </w:tr>
      <w:tr w:rsidR="00EB4ACE" w:rsidRPr="00537833" w14:paraId="5D2F8CD6" w14:textId="77777777" w:rsidTr="00D17361">
        <w:trPr>
          <w:trHeight w:val="1011"/>
        </w:trPr>
        <w:tc>
          <w:tcPr>
            <w:tcW w:w="9928" w:type="dxa"/>
            <w:shd w:val="clear" w:color="auto" w:fill="auto"/>
          </w:tcPr>
          <w:p w14:paraId="5D2F8CD5" w14:textId="77777777" w:rsidR="00EB4ACE" w:rsidRPr="00EB4ACE" w:rsidRDefault="00EB4ACE" w:rsidP="00EB4ACE">
            <w:pPr>
              <w:pStyle w:val="AllCapsHeading"/>
              <w:spacing w:before="60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EB4ACE" w:rsidRPr="00537833" w14:paraId="5D2F8CD8" w14:textId="77777777" w:rsidTr="006C0B8D">
        <w:trPr>
          <w:trHeight w:val="284"/>
        </w:trPr>
        <w:tc>
          <w:tcPr>
            <w:tcW w:w="9928" w:type="dxa"/>
            <w:shd w:val="clear" w:color="auto" w:fill="F8F8F8"/>
            <w:vAlign w:val="center"/>
          </w:tcPr>
          <w:p w14:paraId="5D2F8CD7" w14:textId="77777777" w:rsidR="00EB4ACE" w:rsidRPr="00B77E96" w:rsidRDefault="00EB4ACE" w:rsidP="00EB4ACE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45305D">
              <w:rPr>
                <w:rFonts w:ascii="Arial Narrow" w:hAnsi="Arial Narrow" w:cs="Arial"/>
                <w:sz w:val="20"/>
                <w:lang w:val="pt-PT"/>
              </w:rPr>
              <w:br w:type="page"/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Máquinas / Equipamentos</w:t>
            </w:r>
            <w:r w:rsidRPr="00B77E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</w:t>
            </w:r>
          </w:p>
        </w:tc>
      </w:tr>
      <w:tr w:rsidR="00EB4ACE" w:rsidRPr="00537833" w14:paraId="5D2F8CDA" w14:textId="77777777" w:rsidTr="006C0B8D">
        <w:trPr>
          <w:trHeight w:val="1197"/>
        </w:trPr>
        <w:tc>
          <w:tcPr>
            <w:tcW w:w="9928" w:type="dxa"/>
            <w:shd w:val="clear" w:color="auto" w:fill="auto"/>
          </w:tcPr>
          <w:p w14:paraId="5D2F8CD9" w14:textId="77777777" w:rsidR="00EB4ACE" w:rsidRPr="00EB4ACE" w:rsidRDefault="00EB4ACE" w:rsidP="006C0B8D">
            <w:pPr>
              <w:pStyle w:val="AllCapsHeading"/>
              <w:spacing w:before="60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EB4ACE" w:rsidRPr="00537833" w14:paraId="5D2F8CDC" w14:textId="77777777" w:rsidTr="006C0B8D">
        <w:trPr>
          <w:trHeight w:val="284"/>
        </w:trPr>
        <w:tc>
          <w:tcPr>
            <w:tcW w:w="9928" w:type="dxa"/>
            <w:shd w:val="clear" w:color="auto" w:fill="F8F8F8"/>
            <w:vAlign w:val="center"/>
          </w:tcPr>
          <w:p w14:paraId="5D2F8CDB" w14:textId="77777777" w:rsidR="00EB4ACE" w:rsidRPr="00B77E96" w:rsidRDefault="00EB4ACE" w:rsidP="00EB4ACE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45305D">
              <w:rPr>
                <w:rFonts w:ascii="Arial Narrow" w:hAnsi="Arial Narrow" w:cs="Arial"/>
                <w:sz w:val="20"/>
                <w:lang w:val="pt-PT"/>
              </w:rPr>
              <w:br w:type="page"/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Resíduos Produzidos (Tipologia de Resíduo / quantidade / Depósito Temporário)</w:t>
            </w:r>
            <w:r w:rsidRPr="00B77E96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</w:t>
            </w:r>
          </w:p>
        </w:tc>
      </w:tr>
      <w:tr w:rsidR="00EB4ACE" w:rsidRPr="00537833" w14:paraId="5D2F8CDE" w14:textId="77777777" w:rsidTr="006C0B8D">
        <w:trPr>
          <w:trHeight w:val="1197"/>
        </w:trPr>
        <w:tc>
          <w:tcPr>
            <w:tcW w:w="9928" w:type="dxa"/>
            <w:shd w:val="clear" w:color="auto" w:fill="auto"/>
          </w:tcPr>
          <w:p w14:paraId="5D2F8CDD" w14:textId="77777777" w:rsidR="00EB4ACE" w:rsidRPr="00EB4ACE" w:rsidRDefault="00EB4ACE" w:rsidP="006C0B8D">
            <w:pPr>
              <w:pStyle w:val="AllCapsHeading"/>
              <w:spacing w:before="60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EB4ACE" w:rsidRPr="00537833" w14:paraId="5D2F8CE0" w14:textId="77777777" w:rsidTr="006C0B8D">
        <w:trPr>
          <w:trHeight w:val="284"/>
        </w:trPr>
        <w:tc>
          <w:tcPr>
            <w:tcW w:w="9928" w:type="dxa"/>
            <w:shd w:val="clear" w:color="auto" w:fill="F8F8F8"/>
            <w:vAlign w:val="center"/>
          </w:tcPr>
          <w:p w14:paraId="5D2F8CDF" w14:textId="77777777" w:rsidR="00EB4ACE" w:rsidRPr="00B77E96" w:rsidRDefault="00EB4ACE" w:rsidP="00EB4ACE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45305D">
              <w:rPr>
                <w:rFonts w:ascii="Arial Narrow" w:hAnsi="Arial Narrow" w:cs="Arial"/>
                <w:sz w:val="20"/>
                <w:lang w:val="pt-PT"/>
              </w:rPr>
              <w:br w:type="page"/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Observações</w:t>
            </w:r>
          </w:p>
        </w:tc>
      </w:tr>
      <w:tr w:rsidR="00EB4ACE" w:rsidRPr="00537833" w14:paraId="5D2F8CE2" w14:textId="77777777" w:rsidTr="00D17361">
        <w:trPr>
          <w:trHeight w:val="960"/>
        </w:trPr>
        <w:tc>
          <w:tcPr>
            <w:tcW w:w="9928" w:type="dxa"/>
            <w:shd w:val="clear" w:color="auto" w:fill="auto"/>
          </w:tcPr>
          <w:p w14:paraId="5D2F8CE1" w14:textId="77777777" w:rsidR="00EB4ACE" w:rsidRPr="00EB4ACE" w:rsidRDefault="00EB4ACE" w:rsidP="006C0B8D">
            <w:pPr>
              <w:pStyle w:val="AllCapsHeading"/>
              <w:spacing w:before="60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</w:tbl>
    <w:p w14:paraId="5D2F8CE3" w14:textId="77777777" w:rsidR="008506CF" w:rsidRDefault="008506CF" w:rsidP="00EB4ACE">
      <w:pPr>
        <w:tabs>
          <w:tab w:val="left" w:pos="-1985"/>
        </w:tabs>
        <w:rPr>
          <w:rFonts w:ascii="Arial Narrow" w:hAnsi="Arial Narrow" w:cs="Arial"/>
          <w:sz w:val="16"/>
          <w:szCs w:val="16"/>
        </w:rPr>
      </w:pPr>
    </w:p>
    <w:tbl>
      <w:tblPr>
        <w:tblW w:w="9923" w:type="dxa"/>
        <w:tblInd w:w="-5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567"/>
        <w:gridCol w:w="7513"/>
        <w:gridCol w:w="992"/>
        <w:gridCol w:w="851"/>
      </w:tblGrid>
      <w:tr w:rsidR="000C2A58" w:rsidRPr="003938ED" w14:paraId="5D2F8CE7" w14:textId="77777777" w:rsidTr="52389E65">
        <w:trPr>
          <w:trHeight w:val="56"/>
        </w:trPr>
        <w:tc>
          <w:tcPr>
            <w:tcW w:w="808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5D2F8CE4" w14:textId="77777777" w:rsidR="000C2A58" w:rsidRPr="007618F8" w:rsidRDefault="000C2A58" w:rsidP="006C0B8D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Anexos: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2F8CE5" w14:textId="77777777" w:rsidR="000C2A58" w:rsidRPr="00A561B4" w:rsidRDefault="000C2A58" w:rsidP="006C0B8D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14236305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8EE">
                  <w:rPr>
                    <w:rFonts w:ascii="MS Gothic" w:eastAsia="MS Gothic" w:hAnsi="MS Gothic" w:cs="Arial" w:hint="eastAsia"/>
                    <w:sz w:val="20"/>
                  </w:rPr>
                  <w:t>☒</w:t>
                </w:r>
              </w:sdtContent>
            </w:sdt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2F8CE6" w14:textId="77777777" w:rsidR="000C2A58" w:rsidRPr="00A561B4" w:rsidRDefault="000C2A58" w:rsidP="006C0B8D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67540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0C2A58" w:rsidRPr="00A7716E" w14:paraId="5D2F8CEA" w14:textId="77777777" w:rsidTr="52389E65">
        <w:trPr>
          <w:trHeight w:val="190"/>
        </w:trPr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5D2F8CE8" w14:textId="77777777" w:rsidR="000C2A58" w:rsidRPr="00556114" w:rsidRDefault="00023FB7" w:rsidP="00653637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C2A58" w:rsidRPr="0055611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2F8CE9" w14:textId="2825ED1B" w:rsidR="000C2A58" w:rsidRPr="00556114" w:rsidRDefault="00992F84" w:rsidP="52389E6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52389E65">
              <w:rPr>
                <w:rFonts w:ascii="Arial" w:hAnsi="Arial" w:cs="Arial"/>
                <w:sz w:val="18"/>
                <w:szCs w:val="18"/>
              </w:rPr>
              <w:t>Ficha Correção Pontual Defeitos Geométricos Via (EE)</w:t>
            </w:r>
          </w:p>
        </w:tc>
      </w:tr>
      <w:tr w:rsidR="000C2A58" w:rsidRPr="00A7716E" w14:paraId="5D2F8CED" w14:textId="77777777" w:rsidTr="52389E65">
        <w:trPr>
          <w:trHeight w:val="190"/>
        </w:trPr>
        <w:tc>
          <w:tcPr>
            <w:tcW w:w="567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5D2F8CEB" w14:textId="77777777" w:rsidR="000C2A58" w:rsidRPr="00556114" w:rsidRDefault="00023FB7" w:rsidP="00653637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C2A58" w:rsidRPr="0055611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2F8CEC" w14:textId="7158E0B1" w:rsidR="000C2A58" w:rsidRPr="00556114" w:rsidRDefault="00992F84" w:rsidP="52389E6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52389E65">
              <w:rPr>
                <w:rFonts w:ascii="Arial" w:hAnsi="Arial" w:cs="Arial"/>
                <w:sz w:val="18"/>
                <w:szCs w:val="18"/>
              </w:rPr>
              <w:t>Relatório Fotográfico (EF)</w:t>
            </w:r>
          </w:p>
        </w:tc>
      </w:tr>
      <w:tr w:rsidR="003018EE" w:rsidRPr="00A7716E" w14:paraId="5D2F8CF0" w14:textId="77777777" w:rsidTr="52389E65">
        <w:trPr>
          <w:trHeight w:val="190"/>
        </w:trPr>
        <w:tc>
          <w:tcPr>
            <w:tcW w:w="567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5D2F8CEE" w14:textId="77777777" w:rsidR="003018EE" w:rsidRPr="00556114" w:rsidRDefault="00023FB7" w:rsidP="00653637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3018E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2F8CEF" w14:textId="79B0DC16" w:rsidR="003018EE" w:rsidRPr="00556114" w:rsidRDefault="003018EE" w:rsidP="52389E6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18EE" w:rsidRPr="00A7716E" w14:paraId="5D2F8CF3" w14:textId="77777777" w:rsidTr="52389E65">
        <w:trPr>
          <w:trHeight w:val="190"/>
        </w:trPr>
        <w:tc>
          <w:tcPr>
            <w:tcW w:w="567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D2F8CF1" w14:textId="77777777" w:rsidR="003018EE" w:rsidRDefault="00023FB7" w:rsidP="00653637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3018E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2F8CF2" w14:textId="75CA8FC1" w:rsidR="003018EE" w:rsidRPr="00556114" w:rsidRDefault="003018EE" w:rsidP="52389E6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2F8CF4" w14:textId="50D1F219" w:rsidR="00AA3991" w:rsidRDefault="00AA3991" w:rsidP="00EB4ACE">
      <w:pPr>
        <w:tabs>
          <w:tab w:val="left" w:pos="-1985"/>
        </w:tabs>
        <w:rPr>
          <w:rFonts w:ascii="Arial Narrow" w:hAnsi="Arial Narrow" w:cs="Arial"/>
          <w:sz w:val="16"/>
          <w:szCs w:val="16"/>
        </w:rPr>
      </w:pPr>
    </w:p>
    <w:p w14:paraId="214195A8" w14:textId="77777777" w:rsidR="00AA3991" w:rsidRDefault="00AA3991">
      <w:pPr>
        <w:jc w:val="lef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br w:type="page"/>
      </w:r>
    </w:p>
    <w:p w14:paraId="4AC3FCD6" w14:textId="77777777" w:rsidR="000C2A58" w:rsidRDefault="000C2A58" w:rsidP="00EB4ACE">
      <w:pPr>
        <w:tabs>
          <w:tab w:val="left" w:pos="-1985"/>
        </w:tabs>
        <w:rPr>
          <w:rFonts w:ascii="Arial Narrow" w:hAnsi="Arial Narrow" w:cs="Arial"/>
          <w:sz w:val="16"/>
          <w:szCs w:val="16"/>
        </w:rPr>
      </w:pPr>
    </w:p>
    <w:tbl>
      <w:tblPr>
        <w:tblStyle w:val="TabelacomGrelha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1913"/>
        <w:gridCol w:w="2197"/>
        <w:gridCol w:w="1701"/>
        <w:gridCol w:w="3119"/>
      </w:tblGrid>
      <w:tr w:rsidR="00F822D8" w:rsidRPr="00537833" w14:paraId="5D2F8CF6" w14:textId="77777777" w:rsidTr="007A6AE5">
        <w:trPr>
          <w:trHeight w:val="284"/>
        </w:trPr>
        <w:tc>
          <w:tcPr>
            <w:tcW w:w="992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8F8F8"/>
            <w:vAlign w:val="center"/>
          </w:tcPr>
          <w:p w14:paraId="5D2F8CF5" w14:textId="77777777" w:rsidR="00F822D8" w:rsidRPr="00B77E96" w:rsidRDefault="007A6AE5" w:rsidP="007A6AE5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7A6AE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A </w:t>
            </w:r>
            <w:proofErr w:type="spellStart"/>
            <w:r w:rsidRPr="007A6AE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Enditadade</w:t>
            </w:r>
            <w:proofErr w:type="spellEnd"/>
            <w:r w:rsidRPr="007A6AE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Executante</w:t>
            </w:r>
          </w:p>
        </w:tc>
      </w:tr>
      <w:tr w:rsidR="007A6AE5" w:rsidRPr="00537833" w14:paraId="5D2F8CFC" w14:textId="77777777" w:rsidTr="00383306">
        <w:trPr>
          <w:trHeight w:val="28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F7" w14:textId="77777777" w:rsidR="007A6AE5" w:rsidRPr="004360E7" w:rsidRDefault="007A6AE5" w:rsidP="00383306">
            <w:pPr>
              <w:tabs>
                <w:tab w:val="left" w:pos="-1985"/>
              </w:tabs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F8" w14:textId="77777777" w:rsidR="007A6AE5" w:rsidRPr="001E6BD6" w:rsidRDefault="007A6AE5" w:rsidP="00383306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Nome</w:t>
            </w: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F9" w14:textId="77777777" w:rsidR="007A6AE5" w:rsidRPr="001E6BD6" w:rsidRDefault="007A6AE5" w:rsidP="00383306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Função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FA" w14:textId="77777777" w:rsidR="007A6AE5" w:rsidRPr="001E6BD6" w:rsidRDefault="007A6AE5" w:rsidP="00383306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Data</w:t>
            </w:r>
          </w:p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FB" w14:textId="77777777" w:rsidR="007A6AE5" w:rsidRPr="001E6BD6" w:rsidRDefault="007A6AE5" w:rsidP="00383306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Assinatura</w:t>
            </w:r>
          </w:p>
        </w:tc>
      </w:tr>
      <w:tr w:rsidR="007A6AE5" w:rsidRPr="00A561B4" w14:paraId="5D2F8D02" w14:textId="77777777" w:rsidTr="00E9366C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FD" w14:textId="77777777" w:rsidR="007A6AE5" w:rsidRPr="001E6BD6" w:rsidRDefault="007A6AE5" w:rsidP="001F7264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Elaborou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FE" w14:textId="77777777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CFF" w14:textId="77777777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125983047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5D2F8D00" w14:textId="77777777" w:rsidR="007A6AE5" w:rsidRPr="007A6AE5" w:rsidRDefault="007A6AE5" w:rsidP="007A6AE5">
                <w:pPr>
                  <w:spacing w:before="60" w:after="60" w:line="259" w:lineRule="auto"/>
                  <w:ind w:left="184"/>
                  <w:jc w:val="left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 w:rsidRPr="00332909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1" w14:textId="2E04EEE5" w:rsidR="007A6AE5" w:rsidRPr="004360E7" w:rsidRDefault="00AA3991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3B4116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Linha de Assinatura do Microsoft Office..." style="width:145.5pt;height:30pt">
                  <v:imagedata r:id="rId9" o:title=""/>
                  <o:lock v:ext="edit" ungrouping="t" rotation="t" cropping="t" verticies="t" text="t" grouping="t"/>
                  <o:signatureline v:ext="edit" id="{562A5C5E-6ACC-4DB6-8056-3DA75C63788C}" provid="{00000000-0000-0000-0000-000000000000}" issignatureline="t"/>
                </v:shape>
              </w:pict>
            </w:r>
          </w:p>
        </w:tc>
      </w:tr>
      <w:tr w:rsidR="007A6AE5" w:rsidRPr="00A561B4" w14:paraId="5D2F8D08" w14:textId="77777777" w:rsidTr="00E9366C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3" w14:textId="77777777" w:rsidR="007A6AE5" w:rsidRPr="001E6BD6" w:rsidRDefault="007A6AE5" w:rsidP="001F7264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Verificou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4" w14:textId="77777777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5" w14:textId="77777777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531954095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5D2F8D06" w14:textId="77777777" w:rsidR="007A6AE5" w:rsidRPr="007A6AE5" w:rsidRDefault="007A6AE5" w:rsidP="007A6AE5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 w:rsidR="001E6BD6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7" w14:textId="548507DA" w:rsidR="007A6AE5" w:rsidRPr="004360E7" w:rsidRDefault="00AA3991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27D5EA2A">
                <v:shape id="_x0000_i1028" type="#_x0000_t75" alt="Linha de Assinatura do Microsoft Office..." style="width:145.5pt;height:30pt">
                  <v:imagedata r:id="rId9" o:title=""/>
                  <o:lock v:ext="edit" ungrouping="t" rotation="t" cropping="t" verticies="t" text="t" grouping="t"/>
                  <o:signatureline v:ext="edit" id="{CDC867A8-D070-44B9-92E2-8F6F56EC8B90}" provid="{00000000-0000-0000-0000-000000000000}" issignatureline="t"/>
                </v:shape>
              </w:pict>
            </w:r>
          </w:p>
        </w:tc>
      </w:tr>
      <w:tr w:rsidR="007A6AE5" w:rsidRPr="00A561B4" w14:paraId="5D2F8D0E" w14:textId="77777777" w:rsidTr="00E9366C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9" w14:textId="77777777" w:rsidR="007A6AE5" w:rsidRPr="001E6BD6" w:rsidRDefault="007A6AE5" w:rsidP="001F7264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Aprovou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A" w14:textId="6FC4881B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B" w14:textId="77777777" w:rsidR="007A6AE5" w:rsidRPr="004360E7" w:rsidRDefault="007A6AE5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Diretor de Obra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029860810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5D2F8D0C" w14:textId="77777777" w:rsidR="007A6AE5" w:rsidRPr="007A6AE5" w:rsidRDefault="007A6AE5" w:rsidP="007A6AE5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proofErr w:type="spellStart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aaaa</w:t>
                </w:r>
                <w:proofErr w:type="spellEnd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-mm-</w:t>
                </w:r>
                <w:proofErr w:type="spellStart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dd</w:t>
                </w:r>
                <w:proofErr w:type="spellEnd"/>
                <w:r w:rsidRPr="00332909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0D" w14:textId="0832381A" w:rsidR="007A6AE5" w:rsidRPr="004360E7" w:rsidRDefault="00AA3991" w:rsidP="001F726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0E8B11B0">
                <v:shape id="_x0000_i1029" type="#_x0000_t75" alt="Linha de Assinatura do Microsoft Office..." style="width:145.5pt;height:30pt">
                  <v:imagedata r:id="rId9" o:title=""/>
                  <o:lock v:ext="edit" ungrouping="t" rotation="t" cropping="t" verticies="t" text="t" grouping="t"/>
                  <o:signatureline v:ext="edit" id="{B0A5629E-C1A3-4073-A558-711DA5975EB1}" provid="{00000000-0000-0000-0000-000000000000}" issignatureline="t"/>
                </v:shape>
              </w:pict>
            </w:r>
          </w:p>
        </w:tc>
      </w:tr>
    </w:tbl>
    <w:p w14:paraId="5D2F8D0F" w14:textId="77777777" w:rsidR="002232C7" w:rsidRDefault="002232C7" w:rsidP="000C2A58">
      <w:pPr>
        <w:tabs>
          <w:tab w:val="left" w:pos="-1985"/>
        </w:tabs>
        <w:rPr>
          <w:rFonts w:ascii="Arial Narrow" w:hAnsi="Arial Narrow" w:cs="Arial"/>
          <w:sz w:val="16"/>
          <w:szCs w:val="16"/>
        </w:rPr>
      </w:pPr>
    </w:p>
    <w:tbl>
      <w:tblPr>
        <w:tblStyle w:val="TabelacomGrelha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1913"/>
        <w:gridCol w:w="2197"/>
        <w:gridCol w:w="1701"/>
        <w:gridCol w:w="3119"/>
      </w:tblGrid>
      <w:tr w:rsidR="000C2A58" w:rsidRPr="00537833" w14:paraId="5D2F8D11" w14:textId="77777777" w:rsidTr="006C0B8D">
        <w:trPr>
          <w:trHeight w:val="284"/>
        </w:trPr>
        <w:tc>
          <w:tcPr>
            <w:tcW w:w="992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8F8F8"/>
            <w:vAlign w:val="center"/>
          </w:tcPr>
          <w:p w14:paraId="5D2F8D10" w14:textId="77777777" w:rsidR="000C2A58" w:rsidRPr="00B77E96" w:rsidRDefault="000C2A58" w:rsidP="000C2A58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7A6AE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A </w:t>
            </w:r>
            <w:proofErr w:type="spellStart"/>
            <w:r w:rsidRPr="000C2A5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Enditadade</w:t>
            </w:r>
            <w:proofErr w:type="spellEnd"/>
            <w:r w:rsidRPr="000C2A5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Fiscalizadora</w:t>
            </w:r>
          </w:p>
        </w:tc>
      </w:tr>
      <w:tr w:rsidR="000C2A58" w:rsidRPr="00537833" w14:paraId="5D2F8D17" w14:textId="77777777" w:rsidTr="006C0B8D">
        <w:trPr>
          <w:trHeight w:val="28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2" w14:textId="77777777" w:rsidR="000C2A58" w:rsidRPr="004360E7" w:rsidRDefault="000C2A58" w:rsidP="006C0B8D">
            <w:pPr>
              <w:tabs>
                <w:tab w:val="left" w:pos="-1985"/>
              </w:tabs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3" w14:textId="77777777" w:rsidR="000C2A58" w:rsidRPr="001E6BD6" w:rsidRDefault="000C2A58" w:rsidP="006C0B8D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Nome</w:t>
            </w: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4" w14:textId="77777777" w:rsidR="000C2A58" w:rsidRPr="001E6BD6" w:rsidRDefault="000C2A58" w:rsidP="006C0B8D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Função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5" w14:textId="77777777" w:rsidR="000C2A58" w:rsidRPr="001E6BD6" w:rsidRDefault="000C2A58" w:rsidP="006C0B8D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Data</w:t>
            </w:r>
          </w:p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6" w14:textId="77777777" w:rsidR="000C2A58" w:rsidRPr="001E6BD6" w:rsidRDefault="000C2A58" w:rsidP="006C0B8D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Assinatura</w:t>
            </w:r>
          </w:p>
        </w:tc>
      </w:tr>
      <w:tr w:rsidR="000C2A58" w:rsidRPr="00A561B4" w14:paraId="5D2F8D1D" w14:textId="77777777" w:rsidTr="006C0B8D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8" w14:textId="77777777" w:rsidR="000C2A58" w:rsidRPr="001E6BD6" w:rsidRDefault="000C2A58" w:rsidP="006C0B8D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Verificou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9" w14:textId="77777777" w:rsidR="000C2A58" w:rsidRPr="004360E7" w:rsidRDefault="000C2A58" w:rsidP="006C0B8D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A" w14:textId="77777777" w:rsidR="000C2A58" w:rsidRPr="004360E7" w:rsidRDefault="000C2A58" w:rsidP="006C0B8D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844932417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5D2F8D1B" w14:textId="77777777" w:rsidR="000C2A58" w:rsidRPr="007A6AE5" w:rsidRDefault="000C2A58" w:rsidP="006C0B8D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C" w14:textId="2F65783D" w:rsidR="000C2A58" w:rsidRPr="004360E7" w:rsidRDefault="00AA3991" w:rsidP="006C0B8D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099EE28A">
                <v:shape id="_x0000_i1030" type="#_x0000_t75" alt="Linha de Assinatura do Microsoft Office..." style="width:145.5pt;height:30pt">
                  <v:imagedata r:id="rId9" o:title=""/>
                  <o:lock v:ext="edit" ungrouping="t" rotation="t" cropping="t" verticies="t" text="t" grouping="t"/>
                  <o:signatureline v:ext="edit" id="{293A5535-DE62-4EC4-83F3-E29E92E9DB1F}" provid="{00000000-0000-0000-0000-000000000000}" issignatureline="t"/>
                </v:shape>
              </w:pict>
            </w:r>
          </w:p>
        </w:tc>
      </w:tr>
      <w:tr w:rsidR="000C2A58" w:rsidRPr="00A561B4" w14:paraId="5D2F8D23" w14:textId="77777777" w:rsidTr="006C0B8D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E" w14:textId="77777777" w:rsidR="000C2A58" w:rsidRPr="001E6BD6" w:rsidRDefault="000C2A58" w:rsidP="000C2A58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Aprovou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1F" w14:textId="61A674E9" w:rsidR="000C2A58" w:rsidRPr="004360E7" w:rsidRDefault="000C2A58" w:rsidP="000C2A5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20" w14:textId="77777777" w:rsidR="000C2A58" w:rsidRPr="004360E7" w:rsidRDefault="000C2A58" w:rsidP="000C2A5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Diretor de Fiscalização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448380453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5D2F8D21" w14:textId="77777777" w:rsidR="000C2A58" w:rsidRPr="007A6AE5" w:rsidRDefault="000C2A58" w:rsidP="000C2A58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proofErr w:type="spellStart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aaaa</w:t>
                </w:r>
                <w:proofErr w:type="spellEnd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-mm-</w:t>
                </w:r>
                <w:proofErr w:type="spellStart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dd</w:t>
                </w:r>
                <w:proofErr w:type="spellEnd"/>
                <w:r w:rsidRPr="00332909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8D22" w14:textId="5BC82947" w:rsidR="000C2A58" w:rsidRPr="004360E7" w:rsidRDefault="00AA3991" w:rsidP="000C2A5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62C28729">
                <v:shape id="_x0000_i1031" type="#_x0000_t75" alt="Linha de Assinatura do Microsoft Office..." style="width:145.5pt;height:30pt">
                  <v:imagedata r:id="rId9" o:title=""/>
                  <o:lock v:ext="edit" ungrouping="t" rotation="t" cropping="t" verticies="t" text="t" grouping="t"/>
                  <o:signatureline v:ext="edit" id="{6C4D5CBF-4603-48CD-BD89-5FAA6EEC7577}" provid="{00000000-0000-0000-0000-000000000000}" issignatureline="t"/>
                </v:shape>
              </w:pict>
            </w:r>
          </w:p>
        </w:tc>
      </w:tr>
    </w:tbl>
    <w:p w14:paraId="5D2F8D24" w14:textId="77777777" w:rsidR="000C2A58" w:rsidRDefault="000C2A58" w:rsidP="000C2A58">
      <w:pPr>
        <w:tabs>
          <w:tab w:val="left" w:pos="-1985"/>
        </w:tabs>
        <w:rPr>
          <w:rFonts w:ascii="Arial Narrow" w:hAnsi="Arial Narrow" w:cs="Arial"/>
          <w:sz w:val="16"/>
          <w:szCs w:val="16"/>
        </w:rPr>
      </w:pPr>
    </w:p>
    <w:p w14:paraId="5D2F8D25" w14:textId="77777777" w:rsidR="00D17361" w:rsidRDefault="00D17361" w:rsidP="00653637">
      <w:pPr>
        <w:tabs>
          <w:tab w:val="left" w:pos="-1985"/>
        </w:tabs>
        <w:rPr>
          <w:rFonts w:ascii="Arial" w:hAnsi="Arial" w:cs="Arial"/>
          <w:sz w:val="16"/>
          <w:szCs w:val="16"/>
        </w:rPr>
      </w:pPr>
      <w:r w:rsidRPr="00D17361">
        <w:rPr>
          <w:rFonts w:ascii="Arial" w:hAnsi="Arial" w:cs="Arial"/>
          <w:b/>
          <w:sz w:val="16"/>
          <w:szCs w:val="16"/>
        </w:rPr>
        <w:t>C</w:t>
      </w:r>
      <w:r w:rsidRPr="005D5CE5">
        <w:rPr>
          <w:rFonts w:ascii="Arial" w:hAnsi="Arial" w:cs="Arial"/>
          <w:sz w:val="16"/>
          <w:szCs w:val="16"/>
        </w:rPr>
        <w:t xml:space="preserve"> = Conforme</w:t>
      </w:r>
      <w:r w:rsidRPr="005D5CE5">
        <w:rPr>
          <w:rFonts w:ascii="Arial" w:hAnsi="Arial" w:cs="Arial"/>
          <w:sz w:val="16"/>
          <w:szCs w:val="16"/>
        </w:rPr>
        <w:tab/>
      </w:r>
      <w:r w:rsidRPr="005D5CE5">
        <w:rPr>
          <w:rFonts w:ascii="Arial" w:hAnsi="Arial" w:cs="Arial"/>
          <w:sz w:val="16"/>
          <w:szCs w:val="16"/>
        </w:rPr>
        <w:tab/>
      </w:r>
      <w:r w:rsidRPr="005D5CE5">
        <w:rPr>
          <w:rFonts w:ascii="Arial" w:hAnsi="Arial" w:cs="Arial"/>
          <w:b/>
          <w:sz w:val="16"/>
          <w:szCs w:val="16"/>
        </w:rPr>
        <w:t>NC</w:t>
      </w:r>
      <w:r w:rsidRPr="005D5CE5">
        <w:rPr>
          <w:rFonts w:ascii="Arial" w:hAnsi="Arial" w:cs="Arial"/>
          <w:sz w:val="16"/>
          <w:szCs w:val="16"/>
        </w:rPr>
        <w:t xml:space="preserve"> = Não Conform</w:t>
      </w:r>
      <w:r>
        <w:rPr>
          <w:rFonts w:ascii="Arial" w:hAnsi="Arial" w:cs="Arial"/>
          <w:sz w:val="16"/>
          <w:szCs w:val="16"/>
        </w:rPr>
        <w:t>e</w:t>
      </w:r>
      <w:r w:rsidR="00653637">
        <w:rPr>
          <w:rFonts w:ascii="Arial" w:hAnsi="Arial" w:cs="Arial"/>
          <w:sz w:val="16"/>
          <w:szCs w:val="16"/>
        </w:rPr>
        <w:tab/>
        <w:t>(1) Data de execução / conclusão do trabalho</w:t>
      </w:r>
    </w:p>
    <w:p w14:paraId="5D2F8D26" w14:textId="77777777" w:rsidR="00653637" w:rsidRPr="00D17361" w:rsidRDefault="00653637" w:rsidP="00653637">
      <w:pPr>
        <w:tabs>
          <w:tab w:val="left" w:pos="-1985"/>
        </w:tabs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Registo a enviar ao Dono da Obra no prazo máximo de 1 (uma) semana após a data de</w:t>
      </w:r>
      <w:r w:rsidRPr="0065363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execução / conclusão do trabalho.</w:t>
      </w:r>
    </w:p>
    <w:sectPr w:rsidR="00653637" w:rsidRPr="00D17361" w:rsidSect="00D00C12">
      <w:headerReference w:type="default" r:id="rId10"/>
      <w:footerReference w:type="default" r:id="rId11"/>
      <w:pgSz w:w="11913" w:h="16834"/>
      <w:pgMar w:top="680" w:right="573" w:bottom="567" w:left="1418" w:header="680" w:footer="629" w:gutter="0"/>
      <w:paperSrc w:first="7" w:other="7"/>
      <w:pgBorders w:offsetFrom="page">
        <w:right w:val="single" w:sz="8" w:space="24" w:color="C0C0C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83A94" w14:textId="77777777" w:rsidR="005443D0" w:rsidRDefault="005443D0">
      <w:r>
        <w:separator/>
      </w:r>
    </w:p>
  </w:endnote>
  <w:endnote w:type="continuationSeparator" w:id="0">
    <w:p w14:paraId="7CCF35C8" w14:textId="77777777" w:rsidR="005443D0" w:rsidRDefault="0054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8D48" w14:textId="26A34941" w:rsidR="007D717E" w:rsidRPr="00F935F3" w:rsidRDefault="007D717E" w:rsidP="003D5713">
    <w:pPr>
      <w:pStyle w:val="Rodap"/>
      <w:pBdr>
        <w:top w:val="single" w:sz="6" w:space="6" w:color="A6A6A6" w:themeColor="background1" w:themeShade="A6"/>
      </w:pBdr>
      <w:tabs>
        <w:tab w:val="left" w:pos="9072"/>
        <w:tab w:val="right" w:pos="9922"/>
      </w:tabs>
      <w:ind w:left="-142"/>
      <w:jc w:val="left"/>
      <w:rPr>
        <w:rFonts w:ascii="Arial" w:hAnsi="Arial"/>
        <w:sz w:val="16"/>
        <w:szCs w:val="16"/>
      </w:rPr>
    </w:pPr>
    <w:r w:rsidRPr="00F935F3">
      <w:rPr>
        <w:noProof/>
        <w:sz w:val="16"/>
        <w:szCs w:val="16"/>
        <w:lang w:eastAsia="pt-P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2F8D4D" wp14:editId="5D2F8D4E">
              <wp:simplePos x="0" y="0"/>
              <wp:positionH relativeFrom="column">
                <wp:posOffset>6046470</wp:posOffset>
              </wp:positionH>
              <wp:positionV relativeFrom="paragraph">
                <wp:posOffset>73660</wp:posOffset>
              </wp:positionV>
              <wp:extent cx="239395" cy="178435"/>
              <wp:effectExtent l="0" t="0" r="8255" b="0"/>
              <wp:wrapSquare wrapText="bothSides"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9395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5D2F8D4F" w14:textId="77777777" w:rsidR="007D717E" w:rsidRPr="00335EFE" w:rsidRDefault="007D717E" w:rsidP="0007214E">
                          <w:pPr>
                            <w:tabs>
                              <w:tab w:val="right" w:pos="8550"/>
                            </w:tabs>
                            <w:spacing w:line="100" w:lineRule="atLeast"/>
                            <w:rPr>
                              <w:rFonts w:ascii="Arial" w:hAnsi="Arial" w:cs="Arial"/>
                            </w:rPr>
                          </w:pP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begin"/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separate"/>
                          </w:r>
                          <w:r w:rsidR="00000A9E">
                            <w:rPr>
                              <w:rFonts w:ascii="Arial" w:hAnsi="Arial" w:cs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end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</w:rPr>
                            <w:t>.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begin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instrText xml:space="preserve"> NUMPAGES </w:instrTex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separate"/>
                          </w:r>
                          <w:r w:rsidR="00000A9E">
                            <w:rPr>
                              <w:rFonts w:ascii="Arial" w:hAnsi="Arial" w:cs="Arial"/>
                              <w:b/>
                              <w:noProof/>
                              <w:color w:val="7F7F7F"/>
                              <w:sz w:val="20"/>
                              <w:vertAlign w:val="superscript"/>
                            </w:rPr>
                            <w:t>3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w14:anchorId="5D2F8D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6.1pt;margin-top:5.8pt;width:18.85pt;height:14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" stroked="f">
              <v:textbox inset="0,0,0,0">
                <w:txbxContent>
                  <w:p w14:paraId="5D2F8D4F" w14:textId="77777777" w:rsidR="007D717E" w:rsidRPr="00335EFE" w:rsidRDefault="007D717E" w:rsidP="0007214E">
                    <w:pPr>
                      <w:tabs>
                        <w:tab w:val="right" w:pos="8550"/>
                      </w:tabs>
                      <w:spacing w:line="100" w:lineRule="atLeast"/>
                      <w:rPr>
                        <w:rFonts w:ascii="Arial" w:hAnsi="Arial" w:cs="Arial"/>
                      </w:rPr>
                    </w:pP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begin"/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instrText xml:space="preserve"> PAGE </w:instrTex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separate"/>
                    </w:r>
                    <w:r w:rsidR="00000A9E">
                      <w:rPr>
                        <w:rFonts w:ascii="Arial" w:hAnsi="Arial" w:cs="Arial"/>
                        <w:b/>
                        <w:noProof/>
                        <w:sz w:val="20"/>
                      </w:rPr>
                      <w:t>1</w: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end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</w:rPr>
                      <w:t>.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begin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instrText xml:space="preserve"> NUMPAGES </w:instrTex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separate"/>
                    </w:r>
                    <w:r w:rsidR="00000A9E">
                      <w:rPr>
                        <w:rFonts w:ascii="Arial" w:hAnsi="Arial" w:cs="Arial"/>
                        <w:b/>
                        <w:noProof/>
                        <w:color w:val="7F7F7F"/>
                        <w:sz w:val="20"/>
                        <w:vertAlign w:val="superscript"/>
                      </w:rPr>
                      <w:t>3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proofErr w:type="gramStart"/>
    <w:r w:rsidRPr="00F935F3">
      <w:rPr>
        <w:rFonts w:ascii="Arial" w:hAnsi="Arial"/>
        <w:color w:val="808080" w:themeColor="background1" w:themeShade="80"/>
        <w:sz w:val="16"/>
        <w:szCs w:val="16"/>
      </w:rPr>
      <w:t>Ficheiro:..</w:t>
    </w:r>
    <w:proofErr w:type="gramEnd"/>
    <w:r w:rsidRPr="00F935F3">
      <w:rPr>
        <w:rFonts w:ascii="Arial" w:hAnsi="Arial"/>
        <w:color w:val="808080" w:themeColor="background1" w:themeShade="80"/>
        <w:sz w:val="16"/>
        <w:szCs w:val="16"/>
      </w:rPr>
      <w:t>\\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begin"/>
    </w:r>
    <w:r w:rsidRPr="00F935F3">
      <w:rPr>
        <w:rFonts w:ascii="Arial" w:hAnsi="Arial"/>
        <w:color w:val="808080" w:themeColor="background1" w:themeShade="80"/>
        <w:sz w:val="16"/>
        <w:szCs w:val="16"/>
      </w:rPr>
      <w:instrText xml:space="preserve"> FILENAME   \* MERGEFORMAT </w:instrTex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separate"/>
    </w:r>
    <w:r w:rsidR="00AA3991">
      <w:rPr>
        <w:rFonts w:ascii="Arial" w:hAnsi="Arial"/>
        <w:noProof/>
        <w:color w:val="808080" w:themeColor="background1" w:themeShade="80"/>
        <w:sz w:val="16"/>
        <w:szCs w:val="16"/>
      </w:rPr>
      <w:t>aammdd_EE-EF+DO_[Ref_EE]_Travessia_Céu_Aberto-Parte_IV(R02).DOCX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end"/>
    </w:r>
    <w:r w:rsidRPr="00F935F3">
      <w:rPr>
        <w:rFonts w:ascii="Arial" w:hAnsi="Arial"/>
        <w:sz w:val="16"/>
        <w:szCs w:val="16"/>
      </w:rPr>
      <w:tab/>
    </w:r>
    <w:r w:rsidRPr="00F935F3">
      <w:rPr>
        <w:rFonts w:ascii="Arial" w:hAnsi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C33DE" w14:textId="77777777" w:rsidR="005443D0" w:rsidRDefault="005443D0">
      <w:r>
        <w:separator/>
      </w:r>
    </w:p>
  </w:footnote>
  <w:footnote w:type="continuationSeparator" w:id="0">
    <w:p w14:paraId="06E040EE" w14:textId="77777777" w:rsidR="005443D0" w:rsidRDefault="00544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0" w:type="dxa"/>
      <w:tblInd w:w="-35" w:type="dxa"/>
      <w:tblBorders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  <w:insideH w:val="single" w:sz="6" w:space="0" w:color="C0C0C0"/>
        <w:insideV w:val="single" w:sz="6" w:space="0" w:color="C0C0C0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728"/>
      <w:gridCol w:w="736"/>
      <w:gridCol w:w="2099"/>
      <w:gridCol w:w="1134"/>
      <w:gridCol w:w="1843"/>
      <w:gridCol w:w="2410"/>
    </w:tblGrid>
    <w:tr w:rsidR="0045305D" w:rsidRPr="00E4071A" w14:paraId="5D2F8D30" w14:textId="77777777" w:rsidTr="52389E65">
      <w:trPr>
        <w:trHeight w:val="439"/>
      </w:trPr>
      <w:tc>
        <w:tcPr>
          <w:tcW w:w="1728" w:type="dxa"/>
          <w:vMerge w:val="restart"/>
        </w:tcPr>
        <w:p w14:paraId="5D2F8D2C" w14:textId="77777777" w:rsidR="0045305D" w:rsidRPr="00ED0E1F" w:rsidRDefault="52389E65" w:rsidP="00ED0E1F">
          <w:r>
            <w:rPr>
              <w:noProof/>
              <w:lang w:eastAsia="pt-PT"/>
            </w:rPr>
            <w:drawing>
              <wp:inline distT="0" distB="0" distL="0" distR="0" wp14:anchorId="5D2F8D4B" wp14:editId="672A20D8">
                <wp:extent cx="1034415" cy="688975"/>
                <wp:effectExtent l="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415" cy="688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gridSpan w:val="4"/>
          <w:vMerge w:val="restart"/>
        </w:tcPr>
        <w:p w14:paraId="5D2F8D2D" w14:textId="77777777" w:rsidR="0045305D" w:rsidRPr="00C9198A" w:rsidRDefault="0045305D" w:rsidP="00C9198A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19"/>
              <w:szCs w:val="19"/>
            </w:rPr>
          </w:pPr>
          <w:r w:rsidRPr="00C9198A">
            <w:rPr>
              <w:rFonts w:ascii="Arial" w:hAnsi="Arial" w:cs="Arial"/>
              <w:b/>
              <w:caps/>
              <w:sz w:val="19"/>
              <w:szCs w:val="19"/>
            </w:rPr>
            <w:t>Pedido Extraordinário de travessia a céu aberto</w:t>
          </w:r>
        </w:p>
        <w:p w14:paraId="5D2F8D2E" w14:textId="20955054" w:rsidR="0045305D" w:rsidRPr="007F193D" w:rsidRDefault="00AA3991" w:rsidP="0086671C">
          <w:pPr>
            <w:spacing w:after="60"/>
            <w:jc w:val="left"/>
            <w:rPr>
              <w:rFonts w:ascii="Arial" w:hAnsi="Arial" w:cs="Arial"/>
              <w:b/>
              <w:i/>
              <w:sz w:val="20"/>
            </w:rPr>
          </w:pPr>
          <w:r w:rsidRPr="00B038E6">
            <w:rPr>
              <w:rFonts w:ascii="Arial" w:hAnsi="Arial" w:cs="Arial"/>
              <w:i/>
              <w:color w:val="808080" w:themeColor="background1" w:themeShade="80"/>
              <w:sz w:val="20"/>
              <w:highlight w:val="yellow"/>
            </w:rPr>
            <w:t>Designação do contrato</w:t>
          </w:r>
        </w:p>
      </w:tc>
      <w:tc>
        <w:tcPr>
          <w:tcW w:w="2410" w:type="dxa"/>
        </w:tcPr>
        <w:p w14:paraId="5D2F8D2F" w14:textId="6F1186F2" w:rsidR="0045305D" w:rsidRPr="00E4071A" w:rsidRDefault="0045305D" w:rsidP="0086671C">
          <w:pPr>
            <w:spacing w:before="120" w:after="12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18"/>
            </w:rPr>
            <w:t xml:space="preserve">CONTRATO: </w:t>
          </w:r>
          <w:r w:rsidR="00AA3991" w:rsidRPr="00B038E6">
            <w:rPr>
              <w:rFonts w:ascii="Arial" w:hAnsi="Arial" w:cs="Arial"/>
              <w:b/>
              <w:sz w:val="18"/>
              <w:highlight w:val="yellow"/>
            </w:rPr>
            <w:t>XXXXXXXX</w:t>
          </w:r>
        </w:p>
      </w:tc>
    </w:tr>
    <w:tr w:rsidR="0045305D" w:rsidRPr="00E4071A" w14:paraId="5D2F8D34" w14:textId="77777777" w:rsidTr="52389E65">
      <w:trPr>
        <w:trHeight w:val="284"/>
      </w:trPr>
      <w:tc>
        <w:tcPr>
          <w:tcW w:w="1728" w:type="dxa"/>
          <w:vMerge/>
        </w:tcPr>
        <w:p w14:paraId="5D2F8D31" w14:textId="77777777" w:rsidR="0045305D" w:rsidRPr="00E4071A" w:rsidRDefault="0045305D" w:rsidP="0086671C">
          <w:pPr>
            <w:rPr>
              <w:noProof/>
              <w:lang w:eastAsia="pt-PT"/>
            </w:rPr>
          </w:pPr>
        </w:p>
      </w:tc>
      <w:tc>
        <w:tcPr>
          <w:tcW w:w="5812" w:type="dxa"/>
          <w:gridSpan w:val="4"/>
          <w:vMerge/>
          <w:vAlign w:val="center"/>
        </w:tcPr>
        <w:p w14:paraId="5D2F8D32" w14:textId="77777777" w:rsidR="0045305D" w:rsidRPr="0007214E" w:rsidRDefault="0045305D" w:rsidP="0086671C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20"/>
            </w:rPr>
          </w:pPr>
        </w:p>
      </w:tc>
      <w:tc>
        <w:tcPr>
          <w:tcW w:w="2410" w:type="dxa"/>
        </w:tcPr>
        <w:p w14:paraId="5D2F8D33" w14:textId="63CBA2F3" w:rsidR="0045305D" w:rsidRPr="00ED0E1F" w:rsidRDefault="00AA3991" w:rsidP="00ED0E1F">
          <w:pPr>
            <w:spacing w:before="160" w:after="120"/>
            <w:rPr>
              <w:rFonts w:ascii="Arial" w:hAnsi="Arial" w:cs="Arial"/>
              <w:b/>
              <w:spacing w:val="30"/>
              <w:sz w:val="20"/>
            </w:rPr>
          </w:pPr>
          <w:r w:rsidRPr="00D20FC5">
            <w:rPr>
              <w:rFonts w:ascii="Arial" w:hAnsi="Arial" w:cs="Arial"/>
              <w:b/>
              <w:sz w:val="18"/>
              <w:highlight w:val="yellow"/>
            </w:rPr>
            <w:t>Designação/Logo EE</w:t>
          </w:r>
        </w:p>
      </w:tc>
    </w:tr>
    <w:tr w:rsidR="0045305D" w:rsidRPr="00E4071A" w14:paraId="5D2F8D3B" w14:textId="77777777" w:rsidTr="52389E65">
      <w:tblPrEx>
        <w:tblCellMar>
          <w:left w:w="108" w:type="dxa"/>
          <w:right w:w="108" w:type="dxa"/>
        </w:tblCellMar>
      </w:tblPrEx>
      <w:trPr>
        <w:trHeight w:val="240"/>
      </w:trPr>
      <w:tc>
        <w:tcPr>
          <w:tcW w:w="1728" w:type="dxa"/>
          <w:vMerge/>
        </w:tcPr>
        <w:p w14:paraId="5D2F8D35" w14:textId="77777777" w:rsidR="0045305D" w:rsidRPr="00ED0E1F" w:rsidRDefault="0045305D" w:rsidP="0086671C">
          <w:pPr>
            <w:spacing w:before="120"/>
            <w:ind w:right="-130"/>
            <w:rPr>
              <w:rFonts w:ascii="Arial" w:hAnsi="Arial" w:cs="Arial"/>
              <w:b/>
              <w:sz w:val="20"/>
            </w:rPr>
          </w:pPr>
        </w:p>
      </w:tc>
      <w:tc>
        <w:tcPr>
          <w:tcW w:w="736" w:type="dxa"/>
          <w:vMerge w:val="restart"/>
          <w:tcBorders>
            <w:right w:val="nil"/>
          </w:tcBorders>
          <w:vAlign w:val="center"/>
        </w:tcPr>
        <w:p w14:paraId="5D2F8D36" w14:textId="77777777" w:rsidR="0045305D" w:rsidRPr="00DC71E3" w:rsidRDefault="0045305D" w:rsidP="0086671C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REf:</w:t>
          </w:r>
        </w:p>
      </w:tc>
      <w:tc>
        <w:tcPr>
          <w:tcW w:w="2099" w:type="dxa"/>
          <w:vMerge w:val="restart"/>
          <w:tcBorders>
            <w:left w:val="nil"/>
          </w:tcBorders>
          <w:vAlign w:val="center"/>
        </w:tcPr>
        <w:p w14:paraId="5D2F8D37" w14:textId="3F9B7BD8" w:rsidR="0045305D" w:rsidRPr="00DC71E3" w:rsidRDefault="00AA3991" w:rsidP="007B2F1C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r w:rsidRPr="00AA3991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ref. </w:t>
          </w:r>
          <w:r w:rsidRPr="00AA3991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da EE</w:t>
          </w:r>
        </w:p>
      </w:tc>
      <w:tc>
        <w:tcPr>
          <w:tcW w:w="1134" w:type="dxa"/>
          <w:tcBorders>
            <w:right w:val="nil"/>
          </w:tcBorders>
          <w:vAlign w:val="center"/>
        </w:tcPr>
        <w:p w14:paraId="5D2F8D38" w14:textId="77777777" w:rsidR="0045305D" w:rsidRPr="00DC71E3" w:rsidRDefault="0045305D" w:rsidP="0086671C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PROC:</w:t>
          </w:r>
        </w:p>
      </w:tc>
      <w:tc>
        <w:tcPr>
          <w:tcW w:w="1843" w:type="dxa"/>
          <w:tcBorders>
            <w:left w:val="nil"/>
          </w:tcBorders>
          <w:vAlign w:val="center"/>
        </w:tcPr>
        <w:p w14:paraId="5D2F8D39" w14:textId="6083C1FB" w:rsidR="0045305D" w:rsidRPr="00DC71E3" w:rsidRDefault="00AA3991" w:rsidP="007B2F1C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hyperlink r:id="rId2" w:history="1">
            <w:r w:rsidRPr="00B038E6">
              <w:rPr>
                <w:rStyle w:val="Hiperligao"/>
                <w:rFonts w:ascii="Arial" w:hAnsi="Arial" w:cs="Arial"/>
                <w:caps w:val="0"/>
                <w:color w:val="auto"/>
                <w:sz w:val="18"/>
                <w:szCs w:val="18"/>
                <w:highlight w:val="yellow"/>
                <w:u w:val="none"/>
              </w:rPr>
              <w:t>N.º</w:t>
            </w:r>
          </w:hyperlink>
          <w:r w:rsidRPr="00B038E6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 Processo DO</w:t>
          </w:r>
        </w:p>
      </w:tc>
      <w:tc>
        <w:tcPr>
          <w:tcW w:w="2410" w:type="dxa"/>
          <w:vMerge w:val="restart"/>
          <w:vAlign w:val="center"/>
        </w:tcPr>
        <w:p w14:paraId="5D2F8D3A" w14:textId="77777777" w:rsidR="0045305D" w:rsidRPr="00DC71E3" w:rsidRDefault="0045305D" w:rsidP="0086671C">
          <w:pPr>
            <w:pStyle w:val="Cabealho"/>
            <w:jc w:val="left"/>
            <w:rPr>
              <w:rFonts w:ascii="Arial" w:hAnsi="Arial" w:cs="Arial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DATA:</w:t>
          </w:r>
          <w:r w:rsidRPr="00DC71E3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 xml:space="preserve"> </w:t>
          </w:r>
          <w:sdt>
            <w:sdtPr>
              <w:rPr>
                <w:rFonts w:ascii="Arial" w:hAnsi="Arial" w:cs="Arial"/>
                <w:caps w:val="0"/>
                <w:sz w:val="18"/>
                <w:szCs w:val="18"/>
              </w:rPr>
              <w:id w:val="-1217204672"/>
              <w:date>
                <w:dateFormat w:val="dd-MM-yyyy"/>
                <w:lid w:val="pt-PT"/>
                <w:storeMappedDataAs w:val="dateTime"/>
                <w:calendar w:val="gregorian"/>
              </w:date>
            </w:sdtPr>
            <w:sdtEndPr/>
            <w:sdtContent>
              <w:proofErr w:type="spellStart"/>
              <w:r w:rsidR="003464C2" w:rsidRPr="003464C2">
                <w:rPr>
                  <w:rFonts w:ascii="Arial" w:hAnsi="Arial" w:cs="Arial"/>
                  <w:caps w:val="0"/>
                  <w:sz w:val="18"/>
                  <w:szCs w:val="18"/>
                </w:rPr>
                <w:t>aaaa</w:t>
              </w:r>
              <w:proofErr w:type="spellEnd"/>
              <w:r w:rsidR="003464C2" w:rsidRPr="003464C2">
                <w:rPr>
                  <w:rFonts w:ascii="Arial" w:hAnsi="Arial" w:cs="Arial"/>
                  <w:caps w:val="0"/>
                  <w:sz w:val="18"/>
                  <w:szCs w:val="18"/>
                </w:rPr>
                <w:t>-mm-</w:t>
              </w:r>
              <w:proofErr w:type="spellStart"/>
              <w:r w:rsidR="003464C2" w:rsidRPr="003464C2">
                <w:rPr>
                  <w:rFonts w:ascii="Arial" w:hAnsi="Arial" w:cs="Arial"/>
                  <w:caps w:val="0"/>
                  <w:sz w:val="18"/>
                  <w:szCs w:val="18"/>
                </w:rPr>
                <w:t>dd</w:t>
              </w:r>
              <w:proofErr w:type="spellEnd"/>
            </w:sdtContent>
          </w:sdt>
          <w:r w:rsidR="00653637">
            <w:rPr>
              <w:rFonts w:ascii="Arial" w:hAnsi="Arial" w:cs="Arial"/>
              <w:caps w:val="0"/>
              <w:sz w:val="18"/>
              <w:szCs w:val="18"/>
            </w:rPr>
            <w:t xml:space="preserve"> </w:t>
          </w:r>
          <w:proofErr w:type="gramStart"/>
          <w:r w:rsidR="00653637">
            <w:rPr>
              <w:rFonts w:ascii="Arial" w:hAnsi="Arial" w:cs="Arial"/>
              <w:caps w:val="0"/>
              <w:sz w:val="18"/>
              <w:szCs w:val="18"/>
            </w:rPr>
            <w:t xml:space="preserve">   (</w:t>
          </w:r>
          <w:proofErr w:type="gramEnd"/>
          <w:r w:rsidR="00653637">
            <w:rPr>
              <w:rFonts w:ascii="Arial" w:hAnsi="Arial" w:cs="Arial"/>
              <w:caps w:val="0"/>
              <w:sz w:val="18"/>
              <w:szCs w:val="18"/>
            </w:rPr>
            <w:t>1)</w:t>
          </w:r>
        </w:p>
      </w:tc>
    </w:tr>
    <w:tr w:rsidR="0045305D" w:rsidRPr="00E4071A" w14:paraId="5D2F8D42" w14:textId="77777777" w:rsidTr="00AA3991">
      <w:tblPrEx>
        <w:tblCellMar>
          <w:left w:w="108" w:type="dxa"/>
          <w:right w:w="108" w:type="dxa"/>
        </w:tblCellMar>
      </w:tblPrEx>
      <w:trPr>
        <w:trHeight w:val="240"/>
      </w:trPr>
      <w:tc>
        <w:tcPr>
          <w:tcW w:w="1728" w:type="dxa"/>
          <w:vMerge/>
        </w:tcPr>
        <w:p w14:paraId="5D2F8D3C" w14:textId="77777777" w:rsidR="0045305D" w:rsidRPr="00ED0E1F" w:rsidRDefault="0045305D" w:rsidP="0086671C">
          <w:pPr>
            <w:spacing w:before="120"/>
            <w:ind w:right="-130"/>
            <w:rPr>
              <w:rFonts w:ascii="Arial" w:hAnsi="Arial" w:cs="Arial"/>
              <w:b/>
              <w:sz w:val="20"/>
            </w:rPr>
          </w:pPr>
        </w:p>
      </w:tc>
      <w:tc>
        <w:tcPr>
          <w:tcW w:w="736" w:type="dxa"/>
          <w:vMerge/>
          <w:tcBorders>
            <w:right w:val="nil"/>
          </w:tcBorders>
          <w:vAlign w:val="center"/>
        </w:tcPr>
        <w:p w14:paraId="5D2F8D3D" w14:textId="77777777" w:rsidR="0045305D" w:rsidRPr="001E3C6E" w:rsidRDefault="0045305D" w:rsidP="0086671C">
          <w:pPr>
            <w:pStyle w:val="Cabealho"/>
            <w:jc w:val="left"/>
            <w:rPr>
              <w:rFonts w:ascii="Arial" w:hAnsi="Arial" w:cs="Arial"/>
              <w:color w:val="808080"/>
              <w:sz w:val="18"/>
              <w:szCs w:val="18"/>
            </w:rPr>
          </w:pPr>
        </w:p>
      </w:tc>
      <w:tc>
        <w:tcPr>
          <w:tcW w:w="2099" w:type="dxa"/>
          <w:vMerge/>
          <w:tcBorders>
            <w:left w:val="nil"/>
          </w:tcBorders>
          <w:vAlign w:val="center"/>
        </w:tcPr>
        <w:p w14:paraId="5D2F8D3E" w14:textId="77777777" w:rsidR="0045305D" w:rsidRPr="002E0F7B" w:rsidRDefault="0045305D" w:rsidP="007B2F1C">
          <w:pPr>
            <w:pStyle w:val="Cabealho"/>
            <w:ind w:left="-108"/>
            <w:jc w:val="left"/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u w:val="none"/>
            </w:rPr>
          </w:pPr>
        </w:p>
      </w:tc>
      <w:tc>
        <w:tcPr>
          <w:tcW w:w="1134" w:type="dxa"/>
          <w:tcBorders>
            <w:bottom w:val="single" w:sz="6" w:space="0" w:color="C0C0C0"/>
            <w:right w:val="nil"/>
          </w:tcBorders>
          <w:vAlign w:val="center"/>
        </w:tcPr>
        <w:p w14:paraId="5D2F8D3F" w14:textId="77777777" w:rsidR="0045305D" w:rsidRPr="001E3C6E" w:rsidRDefault="0045305D" w:rsidP="0086671C">
          <w:pPr>
            <w:pStyle w:val="Cabealho"/>
            <w:jc w:val="left"/>
            <w:rPr>
              <w:rFonts w:ascii="Arial" w:hAnsi="Arial" w:cs="Arial"/>
              <w:color w:val="808080"/>
              <w:sz w:val="18"/>
              <w:szCs w:val="18"/>
            </w:rPr>
          </w:pPr>
          <w:r>
            <w:rPr>
              <w:rFonts w:ascii="Arial" w:hAnsi="Arial" w:cs="Arial"/>
              <w:color w:val="808080"/>
              <w:sz w:val="18"/>
              <w:szCs w:val="18"/>
            </w:rPr>
            <w:t>REF. DO</w:t>
          </w:r>
          <w:r w:rsidR="003464C2">
            <w:rPr>
              <w:rFonts w:ascii="Arial" w:hAnsi="Arial" w:cs="Arial"/>
              <w:color w:val="808080"/>
              <w:sz w:val="18"/>
              <w:szCs w:val="18"/>
            </w:rPr>
            <w:t>:</w:t>
          </w:r>
        </w:p>
      </w:tc>
      <w:tc>
        <w:tcPr>
          <w:tcW w:w="1843" w:type="dxa"/>
          <w:tcBorders>
            <w:left w:val="nil"/>
            <w:bottom w:val="single" w:sz="6" w:space="0" w:color="C0C0C0"/>
          </w:tcBorders>
          <w:vAlign w:val="center"/>
        </w:tcPr>
        <w:p w14:paraId="5D2F8D40" w14:textId="6C0C4B81" w:rsidR="0045305D" w:rsidRDefault="00AA3991" w:rsidP="007B2F1C">
          <w:pPr>
            <w:pStyle w:val="Cabealho"/>
            <w:ind w:left="-108"/>
            <w:jc w:val="left"/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u w:val="none"/>
            </w:rPr>
          </w:pPr>
          <w:r w:rsidRPr="00250E29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ref. </w:t>
          </w:r>
          <w:proofErr w:type="spellStart"/>
          <w:r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aprov</w:t>
          </w:r>
          <w:proofErr w:type="spellEnd"/>
          <w:r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. </w:t>
          </w:r>
          <w:r w:rsidRPr="00250E29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do </w:t>
          </w:r>
          <w:proofErr w:type="spellStart"/>
          <w:r w:rsidRPr="00250E29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DO</w:t>
          </w:r>
          <w:proofErr w:type="spellEnd"/>
        </w:p>
      </w:tc>
      <w:tc>
        <w:tcPr>
          <w:tcW w:w="2410" w:type="dxa"/>
          <w:vMerge/>
          <w:vAlign w:val="center"/>
        </w:tcPr>
        <w:p w14:paraId="5D2F8D41" w14:textId="77777777" w:rsidR="0045305D" w:rsidRPr="001E3C6E" w:rsidRDefault="0045305D" w:rsidP="0086671C">
          <w:pPr>
            <w:pStyle w:val="Cabealho"/>
            <w:jc w:val="left"/>
            <w:rPr>
              <w:rFonts w:ascii="Arial" w:hAnsi="Arial" w:cs="Arial"/>
              <w:color w:val="808080"/>
              <w:sz w:val="18"/>
              <w:szCs w:val="18"/>
            </w:rPr>
          </w:pPr>
        </w:p>
      </w:tc>
    </w:tr>
  </w:tbl>
  <w:p w14:paraId="5D2F8D43" w14:textId="77777777" w:rsidR="0086671C" w:rsidRDefault="0086671C" w:rsidP="0086671C">
    <w:pPr>
      <w:rPr>
        <w:b/>
        <w:sz w:val="20"/>
      </w:rPr>
    </w:pPr>
  </w:p>
  <w:p w14:paraId="5D2F8D44" w14:textId="77777777" w:rsidR="00DC71E3" w:rsidRPr="00DC71E3" w:rsidRDefault="00DC71E3" w:rsidP="0086671C">
    <w:pPr>
      <w:rPr>
        <w:rFonts w:ascii="Arial" w:hAnsi="Arial" w:cs="Arial"/>
        <w:b/>
        <w:sz w:val="20"/>
      </w:rPr>
    </w:pPr>
    <w:r w:rsidRPr="00DC71E3">
      <w:rPr>
        <w:rFonts w:ascii="Arial" w:hAnsi="Arial" w:cs="Arial"/>
        <w:b/>
        <w:sz w:val="20"/>
      </w:rPr>
      <w:t>Par</w:t>
    </w:r>
    <w:r w:rsidR="00B36D28">
      <w:rPr>
        <w:rFonts w:ascii="Arial" w:hAnsi="Arial" w:cs="Arial"/>
        <w:b/>
        <w:sz w:val="20"/>
      </w:rPr>
      <w:t>te I</w:t>
    </w:r>
    <w:r w:rsidR="0045305D">
      <w:rPr>
        <w:rFonts w:ascii="Arial" w:hAnsi="Arial" w:cs="Arial"/>
        <w:b/>
        <w:sz w:val="20"/>
      </w:rPr>
      <w:t>V</w:t>
    </w:r>
    <w:r w:rsidR="00B36D28">
      <w:rPr>
        <w:rFonts w:ascii="Arial" w:hAnsi="Arial" w:cs="Arial"/>
        <w:b/>
        <w:sz w:val="20"/>
      </w:rPr>
      <w:t xml:space="preserve"> – </w:t>
    </w:r>
    <w:r w:rsidR="0045305D">
      <w:rPr>
        <w:rFonts w:ascii="Arial" w:hAnsi="Arial" w:cs="Arial"/>
        <w:b/>
        <w:sz w:val="20"/>
      </w:rPr>
      <w:t>Registo Execução pela</w:t>
    </w:r>
    <w:r w:rsidR="00B36D28">
      <w:rPr>
        <w:rFonts w:ascii="Arial" w:hAnsi="Arial" w:cs="Arial"/>
        <w:b/>
        <w:sz w:val="20"/>
      </w:rPr>
      <w:t xml:space="preserve"> </w:t>
    </w:r>
    <w:r w:rsidR="000C2A58">
      <w:rPr>
        <w:rFonts w:ascii="Arial" w:hAnsi="Arial" w:cs="Arial"/>
        <w:b/>
        <w:sz w:val="20"/>
      </w:rPr>
      <w:t>EE e Validação pela EF</w:t>
    </w:r>
  </w:p>
  <w:p w14:paraId="5D2F8D45" w14:textId="77777777" w:rsidR="00DC71E3" w:rsidRPr="006930D5" w:rsidRDefault="00DC71E3" w:rsidP="0086671C">
    <w:pPr>
      <w:rPr>
        <w:b/>
        <w:sz w:val="20"/>
      </w:rPr>
    </w:pPr>
  </w:p>
  <w:p w14:paraId="5D2F8D46" w14:textId="77777777" w:rsidR="007D717E" w:rsidRPr="002B0EAD" w:rsidRDefault="007D717E" w:rsidP="002B0EAD">
    <w:pPr>
      <w:tabs>
        <w:tab w:val="left" w:pos="3500"/>
      </w:tabs>
      <w:rPr>
        <w:b/>
        <w:sz w:val="4"/>
        <w:szCs w:val="4"/>
      </w:rPr>
    </w:pPr>
    <w:r w:rsidRPr="002B0EAD">
      <w:rPr>
        <w:b/>
        <w:sz w:val="10"/>
        <w:szCs w:val="1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77E"/>
    <w:multiLevelType w:val="hybridMultilevel"/>
    <w:tmpl w:val="9D22CA64"/>
    <w:lvl w:ilvl="0" w:tplc="0816000F">
      <w:start w:val="1"/>
      <w:numFmt w:val="decimal"/>
      <w:lvlText w:val="%1."/>
      <w:lvlJc w:val="left"/>
      <w:pPr>
        <w:ind w:left="806" w:hanging="360"/>
      </w:pPr>
    </w:lvl>
    <w:lvl w:ilvl="1" w:tplc="08160019" w:tentative="1">
      <w:start w:val="1"/>
      <w:numFmt w:val="lowerLetter"/>
      <w:lvlText w:val="%2."/>
      <w:lvlJc w:val="left"/>
      <w:pPr>
        <w:ind w:left="1526" w:hanging="360"/>
      </w:pPr>
    </w:lvl>
    <w:lvl w:ilvl="2" w:tplc="0816001B" w:tentative="1">
      <w:start w:val="1"/>
      <w:numFmt w:val="lowerRoman"/>
      <w:lvlText w:val="%3."/>
      <w:lvlJc w:val="right"/>
      <w:pPr>
        <w:ind w:left="2246" w:hanging="180"/>
      </w:pPr>
    </w:lvl>
    <w:lvl w:ilvl="3" w:tplc="0816000F" w:tentative="1">
      <w:start w:val="1"/>
      <w:numFmt w:val="decimal"/>
      <w:lvlText w:val="%4."/>
      <w:lvlJc w:val="left"/>
      <w:pPr>
        <w:ind w:left="2966" w:hanging="360"/>
      </w:pPr>
    </w:lvl>
    <w:lvl w:ilvl="4" w:tplc="08160019" w:tentative="1">
      <w:start w:val="1"/>
      <w:numFmt w:val="lowerLetter"/>
      <w:lvlText w:val="%5."/>
      <w:lvlJc w:val="left"/>
      <w:pPr>
        <w:ind w:left="3686" w:hanging="360"/>
      </w:pPr>
    </w:lvl>
    <w:lvl w:ilvl="5" w:tplc="0816001B" w:tentative="1">
      <w:start w:val="1"/>
      <w:numFmt w:val="lowerRoman"/>
      <w:lvlText w:val="%6."/>
      <w:lvlJc w:val="right"/>
      <w:pPr>
        <w:ind w:left="4406" w:hanging="180"/>
      </w:pPr>
    </w:lvl>
    <w:lvl w:ilvl="6" w:tplc="0816000F" w:tentative="1">
      <w:start w:val="1"/>
      <w:numFmt w:val="decimal"/>
      <w:lvlText w:val="%7."/>
      <w:lvlJc w:val="left"/>
      <w:pPr>
        <w:ind w:left="5126" w:hanging="360"/>
      </w:pPr>
    </w:lvl>
    <w:lvl w:ilvl="7" w:tplc="08160019" w:tentative="1">
      <w:start w:val="1"/>
      <w:numFmt w:val="lowerLetter"/>
      <w:lvlText w:val="%8."/>
      <w:lvlJc w:val="left"/>
      <w:pPr>
        <w:ind w:left="5846" w:hanging="360"/>
      </w:pPr>
    </w:lvl>
    <w:lvl w:ilvl="8" w:tplc="0816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 w15:restartNumberingAfterBreak="0">
    <w:nsid w:val="013B51B5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87DE7"/>
    <w:multiLevelType w:val="hybridMultilevel"/>
    <w:tmpl w:val="261A14C8"/>
    <w:lvl w:ilvl="0" w:tplc="9B126B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D21DF"/>
    <w:multiLevelType w:val="hybridMultilevel"/>
    <w:tmpl w:val="46602984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69CF"/>
    <w:multiLevelType w:val="hybridMultilevel"/>
    <w:tmpl w:val="149628B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5" w15:restartNumberingAfterBreak="0">
    <w:nsid w:val="0D4F3500"/>
    <w:multiLevelType w:val="hybridMultilevel"/>
    <w:tmpl w:val="1C2655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24399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7" w15:restartNumberingAfterBreak="0">
    <w:nsid w:val="0E6A292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90A78"/>
    <w:multiLevelType w:val="hybridMultilevel"/>
    <w:tmpl w:val="9E8285F0"/>
    <w:lvl w:ilvl="0" w:tplc="19925856">
      <w:start w:val="4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6B040F9C">
      <w:numFmt w:val="decimal"/>
      <w:lvlText w:val=""/>
      <w:lvlJc w:val="left"/>
    </w:lvl>
    <w:lvl w:ilvl="2" w:tplc="19868D52">
      <w:numFmt w:val="decimal"/>
      <w:lvlText w:val=""/>
      <w:lvlJc w:val="left"/>
    </w:lvl>
    <w:lvl w:ilvl="3" w:tplc="2A927448">
      <w:numFmt w:val="decimal"/>
      <w:lvlText w:val=""/>
      <w:lvlJc w:val="left"/>
    </w:lvl>
    <w:lvl w:ilvl="4" w:tplc="878EE0A0">
      <w:numFmt w:val="decimal"/>
      <w:lvlText w:val=""/>
      <w:lvlJc w:val="left"/>
    </w:lvl>
    <w:lvl w:ilvl="5" w:tplc="EEE687C0">
      <w:numFmt w:val="decimal"/>
      <w:lvlText w:val=""/>
      <w:lvlJc w:val="left"/>
    </w:lvl>
    <w:lvl w:ilvl="6" w:tplc="79F0615C">
      <w:numFmt w:val="decimal"/>
      <w:lvlText w:val=""/>
      <w:lvlJc w:val="left"/>
    </w:lvl>
    <w:lvl w:ilvl="7" w:tplc="A0CAD6B6">
      <w:numFmt w:val="decimal"/>
      <w:lvlText w:val=""/>
      <w:lvlJc w:val="left"/>
    </w:lvl>
    <w:lvl w:ilvl="8" w:tplc="A2485706">
      <w:numFmt w:val="decimal"/>
      <w:lvlText w:val=""/>
      <w:lvlJc w:val="left"/>
    </w:lvl>
  </w:abstractNum>
  <w:abstractNum w:abstractNumId="9" w15:restartNumberingAfterBreak="0">
    <w:nsid w:val="161C6370"/>
    <w:multiLevelType w:val="hybridMultilevel"/>
    <w:tmpl w:val="F1FE24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A1CE0"/>
    <w:multiLevelType w:val="hybridMultilevel"/>
    <w:tmpl w:val="E39A1770"/>
    <w:lvl w:ilvl="0" w:tplc="70BC4F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1F497D" w:themeColor="text2"/>
        <w:sz w:val="21"/>
        <w:szCs w:val="21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112643"/>
    <w:multiLevelType w:val="hybridMultilevel"/>
    <w:tmpl w:val="108ACA4E"/>
    <w:lvl w:ilvl="0" w:tplc="3D568A4C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E41B9"/>
    <w:multiLevelType w:val="hybridMultilevel"/>
    <w:tmpl w:val="12BE6E0E"/>
    <w:lvl w:ilvl="0" w:tplc="618009E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48335E">
      <w:numFmt w:val="decimal"/>
      <w:lvlText w:val=""/>
      <w:lvlJc w:val="left"/>
    </w:lvl>
    <w:lvl w:ilvl="2" w:tplc="FA82D992">
      <w:numFmt w:val="decimal"/>
      <w:lvlText w:val=""/>
      <w:lvlJc w:val="left"/>
    </w:lvl>
    <w:lvl w:ilvl="3" w:tplc="6C5A25C6">
      <w:numFmt w:val="decimal"/>
      <w:lvlText w:val=""/>
      <w:lvlJc w:val="left"/>
    </w:lvl>
    <w:lvl w:ilvl="4" w:tplc="91BAF27E">
      <w:numFmt w:val="decimal"/>
      <w:lvlText w:val=""/>
      <w:lvlJc w:val="left"/>
    </w:lvl>
    <w:lvl w:ilvl="5" w:tplc="65943F42">
      <w:numFmt w:val="decimal"/>
      <w:lvlText w:val=""/>
      <w:lvlJc w:val="left"/>
    </w:lvl>
    <w:lvl w:ilvl="6" w:tplc="53F6801A">
      <w:numFmt w:val="decimal"/>
      <w:lvlText w:val=""/>
      <w:lvlJc w:val="left"/>
    </w:lvl>
    <w:lvl w:ilvl="7" w:tplc="0538A054">
      <w:numFmt w:val="decimal"/>
      <w:lvlText w:val=""/>
      <w:lvlJc w:val="left"/>
    </w:lvl>
    <w:lvl w:ilvl="8" w:tplc="5E94C63C">
      <w:numFmt w:val="decimal"/>
      <w:lvlText w:val=""/>
      <w:lvlJc w:val="left"/>
    </w:lvl>
  </w:abstractNum>
  <w:abstractNum w:abstractNumId="13" w15:restartNumberingAfterBreak="0">
    <w:nsid w:val="243E0AC1"/>
    <w:multiLevelType w:val="hybridMultilevel"/>
    <w:tmpl w:val="ABF2174C"/>
    <w:lvl w:ilvl="0" w:tplc="C2FA9C1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094352"/>
    <w:multiLevelType w:val="hybridMultilevel"/>
    <w:tmpl w:val="CFD6BC92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7540186"/>
    <w:multiLevelType w:val="hybridMultilevel"/>
    <w:tmpl w:val="0400AC9E"/>
    <w:lvl w:ilvl="0" w:tplc="531E043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  <w:lvl w:ilvl="1" w:tplc="F0E053C0">
      <w:numFmt w:val="decimal"/>
      <w:lvlText w:val=""/>
      <w:lvlJc w:val="left"/>
    </w:lvl>
    <w:lvl w:ilvl="2" w:tplc="506A4156">
      <w:numFmt w:val="decimal"/>
      <w:lvlText w:val=""/>
      <w:lvlJc w:val="left"/>
    </w:lvl>
    <w:lvl w:ilvl="3" w:tplc="070A7264">
      <w:numFmt w:val="decimal"/>
      <w:lvlText w:val=""/>
      <w:lvlJc w:val="left"/>
    </w:lvl>
    <w:lvl w:ilvl="4" w:tplc="0AEAEEF4">
      <w:numFmt w:val="decimal"/>
      <w:lvlText w:val=""/>
      <w:lvlJc w:val="left"/>
    </w:lvl>
    <w:lvl w:ilvl="5" w:tplc="860C0094">
      <w:numFmt w:val="decimal"/>
      <w:lvlText w:val=""/>
      <w:lvlJc w:val="left"/>
    </w:lvl>
    <w:lvl w:ilvl="6" w:tplc="67745F50">
      <w:numFmt w:val="decimal"/>
      <w:lvlText w:val=""/>
      <w:lvlJc w:val="left"/>
    </w:lvl>
    <w:lvl w:ilvl="7" w:tplc="EAB23BA4">
      <w:numFmt w:val="decimal"/>
      <w:lvlText w:val=""/>
      <w:lvlJc w:val="left"/>
    </w:lvl>
    <w:lvl w:ilvl="8" w:tplc="940CFF36">
      <w:numFmt w:val="decimal"/>
      <w:lvlText w:val=""/>
      <w:lvlJc w:val="left"/>
    </w:lvl>
  </w:abstractNum>
  <w:abstractNum w:abstractNumId="16" w15:restartNumberingAfterBreak="0">
    <w:nsid w:val="2857508C"/>
    <w:multiLevelType w:val="hybridMultilevel"/>
    <w:tmpl w:val="A58A4A30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7" w15:restartNumberingAfterBreak="0">
    <w:nsid w:val="296A7CAA"/>
    <w:multiLevelType w:val="hybridMultilevel"/>
    <w:tmpl w:val="0400AC9E"/>
    <w:lvl w:ilvl="0" w:tplc="2B98AD9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  <w:lvl w:ilvl="1" w:tplc="C622B2C8">
      <w:numFmt w:val="decimal"/>
      <w:lvlText w:val=""/>
      <w:lvlJc w:val="left"/>
    </w:lvl>
    <w:lvl w:ilvl="2" w:tplc="1FA08D94">
      <w:numFmt w:val="decimal"/>
      <w:lvlText w:val=""/>
      <w:lvlJc w:val="left"/>
    </w:lvl>
    <w:lvl w:ilvl="3" w:tplc="079E8F6C">
      <w:numFmt w:val="decimal"/>
      <w:lvlText w:val=""/>
      <w:lvlJc w:val="left"/>
    </w:lvl>
    <w:lvl w:ilvl="4" w:tplc="CB30949E">
      <w:numFmt w:val="decimal"/>
      <w:lvlText w:val=""/>
      <w:lvlJc w:val="left"/>
    </w:lvl>
    <w:lvl w:ilvl="5" w:tplc="D9B23AEC">
      <w:numFmt w:val="decimal"/>
      <w:lvlText w:val=""/>
      <w:lvlJc w:val="left"/>
    </w:lvl>
    <w:lvl w:ilvl="6" w:tplc="BA5AAF98">
      <w:numFmt w:val="decimal"/>
      <w:lvlText w:val=""/>
      <w:lvlJc w:val="left"/>
    </w:lvl>
    <w:lvl w:ilvl="7" w:tplc="0324B5EE">
      <w:numFmt w:val="decimal"/>
      <w:lvlText w:val=""/>
      <w:lvlJc w:val="left"/>
    </w:lvl>
    <w:lvl w:ilvl="8" w:tplc="F40C1236">
      <w:numFmt w:val="decimal"/>
      <w:lvlText w:val=""/>
      <w:lvlJc w:val="left"/>
    </w:lvl>
  </w:abstractNum>
  <w:abstractNum w:abstractNumId="18" w15:restartNumberingAfterBreak="0">
    <w:nsid w:val="2986359B"/>
    <w:multiLevelType w:val="hybridMultilevel"/>
    <w:tmpl w:val="C74E743C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64CCE"/>
    <w:multiLevelType w:val="hybridMultilevel"/>
    <w:tmpl w:val="73BEDEB8"/>
    <w:lvl w:ilvl="0" w:tplc="BC98C54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A81701"/>
    <w:multiLevelType w:val="hybridMultilevel"/>
    <w:tmpl w:val="836AF6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8319B3"/>
    <w:multiLevelType w:val="hybridMultilevel"/>
    <w:tmpl w:val="96860F18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5" w:hanging="360"/>
      </w:pPr>
    </w:lvl>
    <w:lvl w:ilvl="2" w:tplc="0816001B" w:tentative="1">
      <w:start w:val="1"/>
      <w:numFmt w:val="lowerRoman"/>
      <w:lvlText w:val="%3."/>
      <w:lvlJc w:val="right"/>
      <w:pPr>
        <w:ind w:left="2095" w:hanging="180"/>
      </w:pPr>
    </w:lvl>
    <w:lvl w:ilvl="3" w:tplc="0816000F" w:tentative="1">
      <w:start w:val="1"/>
      <w:numFmt w:val="decimal"/>
      <w:lvlText w:val="%4."/>
      <w:lvlJc w:val="left"/>
      <w:pPr>
        <w:ind w:left="2815" w:hanging="360"/>
      </w:pPr>
    </w:lvl>
    <w:lvl w:ilvl="4" w:tplc="08160019" w:tentative="1">
      <w:start w:val="1"/>
      <w:numFmt w:val="lowerLetter"/>
      <w:lvlText w:val="%5."/>
      <w:lvlJc w:val="left"/>
      <w:pPr>
        <w:ind w:left="3535" w:hanging="360"/>
      </w:pPr>
    </w:lvl>
    <w:lvl w:ilvl="5" w:tplc="0816001B" w:tentative="1">
      <w:start w:val="1"/>
      <w:numFmt w:val="lowerRoman"/>
      <w:lvlText w:val="%6."/>
      <w:lvlJc w:val="right"/>
      <w:pPr>
        <w:ind w:left="4255" w:hanging="180"/>
      </w:pPr>
    </w:lvl>
    <w:lvl w:ilvl="6" w:tplc="0816000F" w:tentative="1">
      <w:start w:val="1"/>
      <w:numFmt w:val="decimal"/>
      <w:lvlText w:val="%7."/>
      <w:lvlJc w:val="left"/>
      <w:pPr>
        <w:ind w:left="4975" w:hanging="360"/>
      </w:pPr>
    </w:lvl>
    <w:lvl w:ilvl="7" w:tplc="08160019" w:tentative="1">
      <w:start w:val="1"/>
      <w:numFmt w:val="lowerLetter"/>
      <w:lvlText w:val="%8."/>
      <w:lvlJc w:val="left"/>
      <w:pPr>
        <w:ind w:left="5695" w:hanging="360"/>
      </w:pPr>
    </w:lvl>
    <w:lvl w:ilvl="8" w:tplc="0816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2" w15:restartNumberingAfterBreak="0">
    <w:nsid w:val="32231B37"/>
    <w:multiLevelType w:val="hybridMultilevel"/>
    <w:tmpl w:val="9280B8E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5E0089"/>
    <w:multiLevelType w:val="hybridMultilevel"/>
    <w:tmpl w:val="5D9482D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E97F8D"/>
    <w:multiLevelType w:val="hybridMultilevel"/>
    <w:tmpl w:val="FA10D9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45702"/>
    <w:multiLevelType w:val="hybridMultilevel"/>
    <w:tmpl w:val="60CAA8B0"/>
    <w:lvl w:ilvl="0" w:tplc="11D22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C41974"/>
    <w:multiLevelType w:val="hybridMultilevel"/>
    <w:tmpl w:val="4254DC8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7" w15:restartNumberingAfterBreak="0">
    <w:nsid w:val="440239D8"/>
    <w:multiLevelType w:val="hybridMultilevel"/>
    <w:tmpl w:val="9DD6AA8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0F7736"/>
    <w:multiLevelType w:val="hybridMultilevel"/>
    <w:tmpl w:val="511E6A6E"/>
    <w:lvl w:ilvl="0" w:tplc="66564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C0423"/>
    <w:multiLevelType w:val="hybridMultilevel"/>
    <w:tmpl w:val="F90601E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290DD8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003F0A"/>
    <w:multiLevelType w:val="hybridMultilevel"/>
    <w:tmpl w:val="48D0CF46"/>
    <w:lvl w:ilvl="0" w:tplc="EA6275F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067B9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542DE"/>
    <w:multiLevelType w:val="hybridMultilevel"/>
    <w:tmpl w:val="FC026D2E"/>
    <w:lvl w:ilvl="0" w:tplc="2458B952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32754B"/>
    <w:multiLevelType w:val="hybridMultilevel"/>
    <w:tmpl w:val="16C0371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661D2B"/>
    <w:multiLevelType w:val="hybridMultilevel"/>
    <w:tmpl w:val="A67ECE44"/>
    <w:lvl w:ilvl="0" w:tplc="893E7D4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4097A"/>
    <w:multiLevelType w:val="hybridMultilevel"/>
    <w:tmpl w:val="0400AC9E"/>
    <w:lvl w:ilvl="0" w:tplc="937468B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  <w:lvl w:ilvl="1" w:tplc="D960E5CA">
      <w:numFmt w:val="decimal"/>
      <w:lvlText w:val=""/>
      <w:lvlJc w:val="left"/>
    </w:lvl>
    <w:lvl w:ilvl="2" w:tplc="19D6AC8C">
      <w:numFmt w:val="decimal"/>
      <w:lvlText w:val=""/>
      <w:lvlJc w:val="left"/>
    </w:lvl>
    <w:lvl w:ilvl="3" w:tplc="11BE01D4">
      <w:numFmt w:val="decimal"/>
      <w:lvlText w:val=""/>
      <w:lvlJc w:val="left"/>
    </w:lvl>
    <w:lvl w:ilvl="4" w:tplc="957E8BA0">
      <w:numFmt w:val="decimal"/>
      <w:lvlText w:val=""/>
      <w:lvlJc w:val="left"/>
    </w:lvl>
    <w:lvl w:ilvl="5" w:tplc="1F02F7BC">
      <w:numFmt w:val="decimal"/>
      <w:lvlText w:val=""/>
      <w:lvlJc w:val="left"/>
    </w:lvl>
    <w:lvl w:ilvl="6" w:tplc="9FBEDD56">
      <w:numFmt w:val="decimal"/>
      <w:lvlText w:val=""/>
      <w:lvlJc w:val="left"/>
    </w:lvl>
    <w:lvl w:ilvl="7" w:tplc="BE0C8C1C">
      <w:numFmt w:val="decimal"/>
      <w:lvlText w:val=""/>
      <w:lvlJc w:val="left"/>
    </w:lvl>
    <w:lvl w:ilvl="8" w:tplc="BAB44408">
      <w:numFmt w:val="decimal"/>
      <w:lvlText w:val=""/>
      <w:lvlJc w:val="left"/>
    </w:lvl>
  </w:abstractNum>
  <w:abstractNum w:abstractNumId="37" w15:restartNumberingAfterBreak="0">
    <w:nsid w:val="67266014"/>
    <w:multiLevelType w:val="hybridMultilevel"/>
    <w:tmpl w:val="4ECAF6B8"/>
    <w:lvl w:ilvl="0" w:tplc="08160003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38" w15:restartNumberingAfterBreak="0">
    <w:nsid w:val="6DD9644C"/>
    <w:multiLevelType w:val="hybridMultilevel"/>
    <w:tmpl w:val="1C5EB9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91554C"/>
    <w:multiLevelType w:val="hybridMultilevel"/>
    <w:tmpl w:val="F162EAFC"/>
    <w:lvl w:ilvl="0" w:tplc="6F9AEFF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A85450"/>
    <w:multiLevelType w:val="hybridMultilevel"/>
    <w:tmpl w:val="AF583E6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4E04CE"/>
    <w:multiLevelType w:val="hybridMultilevel"/>
    <w:tmpl w:val="0C067F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B53EE9"/>
    <w:multiLevelType w:val="hybridMultilevel"/>
    <w:tmpl w:val="514C33A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9149226">
    <w:abstractNumId w:val="8"/>
  </w:num>
  <w:num w:numId="2" w16cid:durableId="1635713526">
    <w:abstractNumId w:val="36"/>
  </w:num>
  <w:num w:numId="3" w16cid:durableId="1890801574">
    <w:abstractNumId w:val="6"/>
  </w:num>
  <w:num w:numId="4" w16cid:durableId="1085883974">
    <w:abstractNumId w:val="15"/>
  </w:num>
  <w:num w:numId="5" w16cid:durableId="2018075508">
    <w:abstractNumId w:val="17"/>
  </w:num>
  <w:num w:numId="6" w16cid:durableId="1919052914">
    <w:abstractNumId w:val="12"/>
  </w:num>
  <w:num w:numId="7" w16cid:durableId="497230877">
    <w:abstractNumId w:val="28"/>
  </w:num>
  <w:num w:numId="8" w16cid:durableId="1831173692">
    <w:abstractNumId w:val="24"/>
  </w:num>
  <w:num w:numId="9" w16cid:durableId="1092508953">
    <w:abstractNumId w:val="9"/>
  </w:num>
  <w:num w:numId="10" w16cid:durableId="531502972">
    <w:abstractNumId w:val="25"/>
  </w:num>
  <w:num w:numId="11" w16cid:durableId="1269390511">
    <w:abstractNumId w:val="30"/>
  </w:num>
  <w:num w:numId="12" w16cid:durableId="142237115">
    <w:abstractNumId w:val="38"/>
  </w:num>
  <w:num w:numId="13" w16cid:durableId="948782598">
    <w:abstractNumId w:val="1"/>
  </w:num>
  <w:num w:numId="14" w16cid:durableId="1122070503">
    <w:abstractNumId w:val="10"/>
  </w:num>
  <w:num w:numId="15" w16cid:durableId="1680934139">
    <w:abstractNumId w:val="2"/>
  </w:num>
  <w:num w:numId="16" w16cid:durableId="1603688076">
    <w:abstractNumId w:val="37"/>
  </w:num>
  <w:num w:numId="17" w16cid:durableId="580261218">
    <w:abstractNumId w:val="23"/>
  </w:num>
  <w:num w:numId="18" w16cid:durableId="399522816">
    <w:abstractNumId w:val="29"/>
  </w:num>
  <w:num w:numId="19" w16cid:durableId="2128313528">
    <w:abstractNumId w:val="0"/>
  </w:num>
  <w:num w:numId="20" w16cid:durableId="1664509197">
    <w:abstractNumId w:val="18"/>
  </w:num>
  <w:num w:numId="21" w16cid:durableId="929043967">
    <w:abstractNumId w:val="7"/>
  </w:num>
  <w:num w:numId="22" w16cid:durableId="49614153">
    <w:abstractNumId w:val="35"/>
  </w:num>
  <w:num w:numId="23" w16cid:durableId="1579170891">
    <w:abstractNumId w:val="32"/>
  </w:num>
  <w:num w:numId="24" w16cid:durableId="839077410">
    <w:abstractNumId w:val="21"/>
  </w:num>
  <w:num w:numId="25" w16cid:durableId="1718165993">
    <w:abstractNumId w:val="16"/>
  </w:num>
  <w:num w:numId="26" w16cid:durableId="17970833">
    <w:abstractNumId w:val="14"/>
  </w:num>
  <w:num w:numId="27" w16cid:durableId="1203446777">
    <w:abstractNumId w:val="22"/>
  </w:num>
  <w:num w:numId="28" w16cid:durableId="627007826">
    <w:abstractNumId w:val="41"/>
  </w:num>
  <w:num w:numId="29" w16cid:durableId="1664509173">
    <w:abstractNumId w:val="4"/>
  </w:num>
  <w:num w:numId="30" w16cid:durableId="1165583838">
    <w:abstractNumId w:val="34"/>
  </w:num>
  <w:num w:numId="31" w16cid:durableId="1722292130">
    <w:abstractNumId w:val="42"/>
  </w:num>
  <w:num w:numId="32" w16cid:durableId="1457025183">
    <w:abstractNumId w:val="40"/>
  </w:num>
  <w:num w:numId="33" w16cid:durableId="1034231856">
    <w:abstractNumId w:val="3"/>
  </w:num>
  <w:num w:numId="34" w16cid:durableId="975064022">
    <w:abstractNumId w:val="20"/>
  </w:num>
  <w:num w:numId="35" w16cid:durableId="11105412">
    <w:abstractNumId w:val="26"/>
  </w:num>
  <w:num w:numId="36" w16cid:durableId="572854243">
    <w:abstractNumId w:val="27"/>
  </w:num>
  <w:num w:numId="37" w16cid:durableId="2034647365">
    <w:abstractNumId w:val="31"/>
  </w:num>
  <w:num w:numId="38" w16cid:durableId="317879165">
    <w:abstractNumId w:val="13"/>
  </w:num>
  <w:num w:numId="39" w16cid:durableId="23556278">
    <w:abstractNumId w:val="19"/>
  </w:num>
  <w:num w:numId="40" w16cid:durableId="408582998">
    <w:abstractNumId w:val="5"/>
  </w:num>
  <w:num w:numId="41" w16cid:durableId="2115706451">
    <w:abstractNumId w:val="39"/>
  </w:num>
  <w:num w:numId="42" w16cid:durableId="1473448029">
    <w:abstractNumId w:val="33"/>
  </w:num>
  <w:num w:numId="43" w16cid:durableId="500779559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9B4"/>
    <w:rsid w:val="00000338"/>
    <w:rsid w:val="00000A9E"/>
    <w:rsid w:val="00007707"/>
    <w:rsid w:val="00010817"/>
    <w:rsid w:val="0001185F"/>
    <w:rsid w:val="000134C9"/>
    <w:rsid w:val="00013846"/>
    <w:rsid w:val="0001586B"/>
    <w:rsid w:val="00021FD9"/>
    <w:rsid w:val="00022ED9"/>
    <w:rsid w:val="00023B66"/>
    <w:rsid w:val="00023FB7"/>
    <w:rsid w:val="00024ED1"/>
    <w:rsid w:val="000304E9"/>
    <w:rsid w:val="000408AB"/>
    <w:rsid w:val="000417F7"/>
    <w:rsid w:val="00043B82"/>
    <w:rsid w:val="00045217"/>
    <w:rsid w:val="00047A7A"/>
    <w:rsid w:val="00056615"/>
    <w:rsid w:val="00056B67"/>
    <w:rsid w:val="00057359"/>
    <w:rsid w:val="00064BA2"/>
    <w:rsid w:val="0007021E"/>
    <w:rsid w:val="0007214E"/>
    <w:rsid w:val="00076317"/>
    <w:rsid w:val="00080466"/>
    <w:rsid w:val="00080F19"/>
    <w:rsid w:val="00084346"/>
    <w:rsid w:val="00087579"/>
    <w:rsid w:val="00094D42"/>
    <w:rsid w:val="000B1BEF"/>
    <w:rsid w:val="000B2EE7"/>
    <w:rsid w:val="000B364E"/>
    <w:rsid w:val="000B3858"/>
    <w:rsid w:val="000B3B34"/>
    <w:rsid w:val="000B5AA2"/>
    <w:rsid w:val="000B5FFF"/>
    <w:rsid w:val="000B7DDB"/>
    <w:rsid w:val="000C14B1"/>
    <w:rsid w:val="000C27E7"/>
    <w:rsid w:val="000C2A58"/>
    <w:rsid w:val="000C327E"/>
    <w:rsid w:val="000D1E1A"/>
    <w:rsid w:val="000D4903"/>
    <w:rsid w:val="000D5371"/>
    <w:rsid w:val="000E2108"/>
    <w:rsid w:val="000E659A"/>
    <w:rsid w:val="000F0022"/>
    <w:rsid w:val="000F082B"/>
    <w:rsid w:val="000F1560"/>
    <w:rsid w:val="000F3C08"/>
    <w:rsid w:val="000F3E5B"/>
    <w:rsid w:val="000F6496"/>
    <w:rsid w:val="00101C63"/>
    <w:rsid w:val="0011428F"/>
    <w:rsid w:val="001204EB"/>
    <w:rsid w:val="0012248E"/>
    <w:rsid w:val="00127815"/>
    <w:rsid w:val="00127D2F"/>
    <w:rsid w:val="00127E28"/>
    <w:rsid w:val="00133C63"/>
    <w:rsid w:val="00137965"/>
    <w:rsid w:val="00137F86"/>
    <w:rsid w:val="00141F1E"/>
    <w:rsid w:val="00142F43"/>
    <w:rsid w:val="0014366B"/>
    <w:rsid w:val="00144C5B"/>
    <w:rsid w:val="00146490"/>
    <w:rsid w:val="00150AAD"/>
    <w:rsid w:val="001511FF"/>
    <w:rsid w:val="0015684B"/>
    <w:rsid w:val="00160B84"/>
    <w:rsid w:val="0016184E"/>
    <w:rsid w:val="00166F84"/>
    <w:rsid w:val="0016718E"/>
    <w:rsid w:val="001700D1"/>
    <w:rsid w:val="0017273D"/>
    <w:rsid w:val="00175612"/>
    <w:rsid w:val="00181EA0"/>
    <w:rsid w:val="00182ECB"/>
    <w:rsid w:val="001833EC"/>
    <w:rsid w:val="0018668F"/>
    <w:rsid w:val="00190151"/>
    <w:rsid w:val="001955C7"/>
    <w:rsid w:val="00196D99"/>
    <w:rsid w:val="00197184"/>
    <w:rsid w:val="00197E47"/>
    <w:rsid w:val="001A0310"/>
    <w:rsid w:val="001A1CEE"/>
    <w:rsid w:val="001A2629"/>
    <w:rsid w:val="001A5833"/>
    <w:rsid w:val="001A782C"/>
    <w:rsid w:val="001B4F13"/>
    <w:rsid w:val="001C0BE4"/>
    <w:rsid w:val="001C40FC"/>
    <w:rsid w:val="001C54F8"/>
    <w:rsid w:val="001C7273"/>
    <w:rsid w:val="001D1D17"/>
    <w:rsid w:val="001D34D9"/>
    <w:rsid w:val="001D63B7"/>
    <w:rsid w:val="001D794B"/>
    <w:rsid w:val="001E345A"/>
    <w:rsid w:val="001E3C6E"/>
    <w:rsid w:val="001E46D1"/>
    <w:rsid w:val="001E6BD6"/>
    <w:rsid w:val="001F2A8A"/>
    <w:rsid w:val="00201198"/>
    <w:rsid w:val="00204F38"/>
    <w:rsid w:val="002053E9"/>
    <w:rsid w:val="00206A43"/>
    <w:rsid w:val="00207251"/>
    <w:rsid w:val="00212224"/>
    <w:rsid w:val="002145EA"/>
    <w:rsid w:val="00220B9D"/>
    <w:rsid w:val="00221DBE"/>
    <w:rsid w:val="002232C7"/>
    <w:rsid w:val="00224F73"/>
    <w:rsid w:val="002255C8"/>
    <w:rsid w:val="002317B2"/>
    <w:rsid w:val="002325FD"/>
    <w:rsid w:val="00234B74"/>
    <w:rsid w:val="00235996"/>
    <w:rsid w:val="002409A0"/>
    <w:rsid w:val="002413D4"/>
    <w:rsid w:val="00256988"/>
    <w:rsid w:val="00260409"/>
    <w:rsid w:val="002626B7"/>
    <w:rsid w:val="00263A34"/>
    <w:rsid w:val="002656FF"/>
    <w:rsid w:val="0026739B"/>
    <w:rsid w:val="00270966"/>
    <w:rsid w:val="002709BF"/>
    <w:rsid w:val="002714F3"/>
    <w:rsid w:val="002760F6"/>
    <w:rsid w:val="00276B13"/>
    <w:rsid w:val="00277BFA"/>
    <w:rsid w:val="002804DD"/>
    <w:rsid w:val="00281B23"/>
    <w:rsid w:val="00282478"/>
    <w:rsid w:val="00285940"/>
    <w:rsid w:val="002865E2"/>
    <w:rsid w:val="002936A5"/>
    <w:rsid w:val="002B0EAD"/>
    <w:rsid w:val="002B3868"/>
    <w:rsid w:val="002B6BA7"/>
    <w:rsid w:val="002B7A52"/>
    <w:rsid w:val="002C5D40"/>
    <w:rsid w:val="002D2863"/>
    <w:rsid w:val="002D411C"/>
    <w:rsid w:val="002D4429"/>
    <w:rsid w:val="002D7336"/>
    <w:rsid w:val="002E0F7B"/>
    <w:rsid w:val="002E247F"/>
    <w:rsid w:val="002E7B60"/>
    <w:rsid w:val="002F20EA"/>
    <w:rsid w:val="003018EE"/>
    <w:rsid w:val="00302246"/>
    <w:rsid w:val="003023A5"/>
    <w:rsid w:val="00303C17"/>
    <w:rsid w:val="003059D4"/>
    <w:rsid w:val="00314959"/>
    <w:rsid w:val="00315120"/>
    <w:rsid w:val="00320F8C"/>
    <w:rsid w:val="00321E9F"/>
    <w:rsid w:val="00330647"/>
    <w:rsid w:val="00331A18"/>
    <w:rsid w:val="003342DF"/>
    <w:rsid w:val="00336EAC"/>
    <w:rsid w:val="003404DD"/>
    <w:rsid w:val="00341DD2"/>
    <w:rsid w:val="003464C2"/>
    <w:rsid w:val="00347AD1"/>
    <w:rsid w:val="0035054E"/>
    <w:rsid w:val="00354A16"/>
    <w:rsid w:val="00354D86"/>
    <w:rsid w:val="00357576"/>
    <w:rsid w:val="00362855"/>
    <w:rsid w:val="003723D5"/>
    <w:rsid w:val="00372FE5"/>
    <w:rsid w:val="00375FE2"/>
    <w:rsid w:val="003831A0"/>
    <w:rsid w:val="00383306"/>
    <w:rsid w:val="00385843"/>
    <w:rsid w:val="0038724B"/>
    <w:rsid w:val="00391459"/>
    <w:rsid w:val="003938B1"/>
    <w:rsid w:val="003938ED"/>
    <w:rsid w:val="00394011"/>
    <w:rsid w:val="00394C60"/>
    <w:rsid w:val="0039787F"/>
    <w:rsid w:val="003A0325"/>
    <w:rsid w:val="003A138C"/>
    <w:rsid w:val="003A1E5B"/>
    <w:rsid w:val="003A2610"/>
    <w:rsid w:val="003A2B58"/>
    <w:rsid w:val="003A3FD8"/>
    <w:rsid w:val="003A409D"/>
    <w:rsid w:val="003A5CB2"/>
    <w:rsid w:val="003B47E0"/>
    <w:rsid w:val="003C4AD3"/>
    <w:rsid w:val="003C531F"/>
    <w:rsid w:val="003C7EEA"/>
    <w:rsid w:val="003D302B"/>
    <w:rsid w:val="003D38CC"/>
    <w:rsid w:val="003D5713"/>
    <w:rsid w:val="003D7DF1"/>
    <w:rsid w:val="003E4959"/>
    <w:rsid w:val="003E4E46"/>
    <w:rsid w:val="003E5469"/>
    <w:rsid w:val="003F0052"/>
    <w:rsid w:val="003F063A"/>
    <w:rsid w:val="003F23F8"/>
    <w:rsid w:val="003F4A83"/>
    <w:rsid w:val="004029F1"/>
    <w:rsid w:val="00402B94"/>
    <w:rsid w:val="00403071"/>
    <w:rsid w:val="004035C8"/>
    <w:rsid w:val="004042A0"/>
    <w:rsid w:val="00407C8A"/>
    <w:rsid w:val="00410D5C"/>
    <w:rsid w:val="004135D2"/>
    <w:rsid w:val="00413DB6"/>
    <w:rsid w:val="004171BB"/>
    <w:rsid w:val="00423360"/>
    <w:rsid w:val="00424502"/>
    <w:rsid w:val="00425959"/>
    <w:rsid w:val="00430827"/>
    <w:rsid w:val="00431424"/>
    <w:rsid w:val="004317C8"/>
    <w:rsid w:val="004354D7"/>
    <w:rsid w:val="004360E7"/>
    <w:rsid w:val="0044338C"/>
    <w:rsid w:val="00443AE9"/>
    <w:rsid w:val="0044459D"/>
    <w:rsid w:val="004503F8"/>
    <w:rsid w:val="0045090F"/>
    <w:rsid w:val="00450EE5"/>
    <w:rsid w:val="004524FA"/>
    <w:rsid w:val="0045305D"/>
    <w:rsid w:val="00453189"/>
    <w:rsid w:val="00453F83"/>
    <w:rsid w:val="00454E4A"/>
    <w:rsid w:val="00455727"/>
    <w:rsid w:val="00460F60"/>
    <w:rsid w:val="00461FCD"/>
    <w:rsid w:val="00463722"/>
    <w:rsid w:val="00463741"/>
    <w:rsid w:val="00464D1F"/>
    <w:rsid w:val="0047093E"/>
    <w:rsid w:val="004718E5"/>
    <w:rsid w:val="00482D19"/>
    <w:rsid w:val="00483BD7"/>
    <w:rsid w:val="00484A36"/>
    <w:rsid w:val="00493115"/>
    <w:rsid w:val="00493F0E"/>
    <w:rsid w:val="0049656E"/>
    <w:rsid w:val="00497B74"/>
    <w:rsid w:val="00497E49"/>
    <w:rsid w:val="004A023B"/>
    <w:rsid w:val="004A7D05"/>
    <w:rsid w:val="004B0AA6"/>
    <w:rsid w:val="004C16E1"/>
    <w:rsid w:val="004C6B9D"/>
    <w:rsid w:val="004C6C11"/>
    <w:rsid w:val="004C71B1"/>
    <w:rsid w:val="004C7B1A"/>
    <w:rsid w:val="004D4613"/>
    <w:rsid w:val="004E033A"/>
    <w:rsid w:val="004E1766"/>
    <w:rsid w:val="004E3DF8"/>
    <w:rsid w:val="004E784E"/>
    <w:rsid w:val="004F471A"/>
    <w:rsid w:val="00500307"/>
    <w:rsid w:val="00500682"/>
    <w:rsid w:val="0050336C"/>
    <w:rsid w:val="0050681B"/>
    <w:rsid w:val="005117C8"/>
    <w:rsid w:val="00511D57"/>
    <w:rsid w:val="00516783"/>
    <w:rsid w:val="005207A0"/>
    <w:rsid w:val="0052206C"/>
    <w:rsid w:val="00527215"/>
    <w:rsid w:val="00532D89"/>
    <w:rsid w:val="00533897"/>
    <w:rsid w:val="00534752"/>
    <w:rsid w:val="0053679F"/>
    <w:rsid w:val="00537833"/>
    <w:rsid w:val="005411AC"/>
    <w:rsid w:val="005443D0"/>
    <w:rsid w:val="005517A0"/>
    <w:rsid w:val="00552250"/>
    <w:rsid w:val="00552E77"/>
    <w:rsid w:val="00562DA3"/>
    <w:rsid w:val="005662C3"/>
    <w:rsid w:val="00567297"/>
    <w:rsid w:val="00572426"/>
    <w:rsid w:val="00573B98"/>
    <w:rsid w:val="00573DEB"/>
    <w:rsid w:val="00573F43"/>
    <w:rsid w:val="0058150B"/>
    <w:rsid w:val="00583411"/>
    <w:rsid w:val="00583AE9"/>
    <w:rsid w:val="00591C41"/>
    <w:rsid w:val="00594AC8"/>
    <w:rsid w:val="0059667F"/>
    <w:rsid w:val="00597478"/>
    <w:rsid w:val="005A52C4"/>
    <w:rsid w:val="005A62EC"/>
    <w:rsid w:val="005A7E54"/>
    <w:rsid w:val="005B269E"/>
    <w:rsid w:val="005B605B"/>
    <w:rsid w:val="005C0BB3"/>
    <w:rsid w:val="005C459B"/>
    <w:rsid w:val="005C5F8D"/>
    <w:rsid w:val="005C64BC"/>
    <w:rsid w:val="005C74DB"/>
    <w:rsid w:val="005D0ADD"/>
    <w:rsid w:val="005D4CF9"/>
    <w:rsid w:val="005D54B7"/>
    <w:rsid w:val="005D5A52"/>
    <w:rsid w:val="005D5CE5"/>
    <w:rsid w:val="005D7A47"/>
    <w:rsid w:val="005D7AB7"/>
    <w:rsid w:val="005E058F"/>
    <w:rsid w:val="005E13C3"/>
    <w:rsid w:val="005E2C5A"/>
    <w:rsid w:val="005E5863"/>
    <w:rsid w:val="005E61C0"/>
    <w:rsid w:val="005E69FD"/>
    <w:rsid w:val="005E756C"/>
    <w:rsid w:val="005F728D"/>
    <w:rsid w:val="005F78C5"/>
    <w:rsid w:val="00602A28"/>
    <w:rsid w:val="00604F35"/>
    <w:rsid w:val="00605356"/>
    <w:rsid w:val="006130B7"/>
    <w:rsid w:val="00620FF8"/>
    <w:rsid w:val="00621017"/>
    <w:rsid w:val="0062410D"/>
    <w:rsid w:val="00624D29"/>
    <w:rsid w:val="00630A37"/>
    <w:rsid w:val="00630BEC"/>
    <w:rsid w:val="00630E52"/>
    <w:rsid w:val="00631089"/>
    <w:rsid w:val="00631E90"/>
    <w:rsid w:val="006327D2"/>
    <w:rsid w:val="00647D02"/>
    <w:rsid w:val="00647DA5"/>
    <w:rsid w:val="0065191F"/>
    <w:rsid w:val="00652A43"/>
    <w:rsid w:val="00653637"/>
    <w:rsid w:val="00656E6F"/>
    <w:rsid w:val="006616F0"/>
    <w:rsid w:val="0066497A"/>
    <w:rsid w:val="00665F63"/>
    <w:rsid w:val="006704A9"/>
    <w:rsid w:val="00671910"/>
    <w:rsid w:val="00672ED9"/>
    <w:rsid w:val="00677968"/>
    <w:rsid w:val="00677D3D"/>
    <w:rsid w:val="006803B0"/>
    <w:rsid w:val="006814FE"/>
    <w:rsid w:val="006838A1"/>
    <w:rsid w:val="006843F1"/>
    <w:rsid w:val="006875F4"/>
    <w:rsid w:val="00690721"/>
    <w:rsid w:val="00692044"/>
    <w:rsid w:val="00692608"/>
    <w:rsid w:val="006930D5"/>
    <w:rsid w:val="006951F2"/>
    <w:rsid w:val="00695CFD"/>
    <w:rsid w:val="006A0D2F"/>
    <w:rsid w:val="006A13A5"/>
    <w:rsid w:val="006A3D95"/>
    <w:rsid w:val="006A4553"/>
    <w:rsid w:val="006A767D"/>
    <w:rsid w:val="006A7D62"/>
    <w:rsid w:val="006B102F"/>
    <w:rsid w:val="006B5ECA"/>
    <w:rsid w:val="006C4667"/>
    <w:rsid w:val="006C499D"/>
    <w:rsid w:val="006C5686"/>
    <w:rsid w:val="006C5D86"/>
    <w:rsid w:val="006D20F0"/>
    <w:rsid w:val="006D6942"/>
    <w:rsid w:val="006E3A46"/>
    <w:rsid w:val="006F061E"/>
    <w:rsid w:val="006F0DDA"/>
    <w:rsid w:val="006F104A"/>
    <w:rsid w:val="006F1122"/>
    <w:rsid w:val="006F1A23"/>
    <w:rsid w:val="006F352F"/>
    <w:rsid w:val="00703CB9"/>
    <w:rsid w:val="00707B23"/>
    <w:rsid w:val="00712854"/>
    <w:rsid w:val="0071426F"/>
    <w:rsid w:val="00717B9B"/>
    <w:rsid w:val="00720EC5"/>
    <w:rsid w:val="00724F5B"/>
    <w:rsid w:val="00730D52"/>
    <w:rsid w:val="007312B3"/>
    <w:rsid w:val="00735537"/>
    <w:rsid w:val="00735BD5"/>
    <w:rsid w:val="007360FC"/>
    <w:rsid w:val="007415F6"/>
    <w:rsid w:val="00741772"/>
    <w:rsid w:val="00743CD0"/>
    <w:rsid w:val="00746828"/>
    <w:rsid w:val="00746EBB"/>
    <w:rsid w:val="00753513"/>
    <w:rsid w:val="00754EF1"/>
    <w:rsid w:val="007636CE"/>
    <w:rsid w:val="0076430D"/>
    <w:rsid w:val="007647DE"/>
    <w:rsid w:val="00765027"/>
    <w:rsid w:val="007658BC"/>
    <w:rsid w:val="00777635"/>
    <w:rsid w:val="0078273F"/>
    <w:rsid w:val="00783465"/>
    <w:rsid w:val="0079630D"/>
    <w:rsid w:val="007A1E40"/>
    <w:rsid w:val="007A20A8"/>
    <w:rsid w:val="007A3455"/>
    <w:rsid w:val="007A3899"/>
    <w:rsid w:val="007A5859"/>
    <w:rsid w:val="007A6AE5"/>
    <w:rsid w:val="007B01B3"/>
    <w:rsid w:val="007B1F86"/>
    <w:rsid w:val="007B2F1C"/>
    <w:rsid w:val="007B35E9"/>
    <w:rsid w:val="007B6FD7"/>
    <w:rsid w:val="007C23FD"/>
    <w:rsid w:val="007C5433"/>
    <w:rsid w:val="007D3BA4"/>
    <w:rsid w:val="007D717E"/>
    <w:rsid w:val="007E2FC1"/>
    <w:rsid w:val="007E7C46"/>
    <w:rsid w:val="007F05C9"/>
    <w:rsid w:val="007F4184"/>
    <w:rsid w:val="007F6007"/>
    <w:rsid w:val="00803572"/>
    <w:rsid w:val="00804139"/>
    <w:rsid w:val="00806091"/>
    <w:rsid w:val="00813AB3"/>
    <w:rsid w:val="00813E03"/>
    <w:rsid w:val="00814998"/>
    <w:rsid w:val="008211E3"/>
    <w:rsid w:val="00823BD2"/>
    <w:rsid w:val="00823DBA"/>
    <w:rsid w:val="00831CBC"/>
    <w:rsid w:val="0083537B"/>
    <w:rsid w:val="008506CF"/>
    <w:rsid w:val="00851592"/>
    <w:rsid w:val="008518EF"/>
    <w:rsid w:val="00851BB8"/>
    <w:rsid w:val="00851CEF"/>
    <w:rsid w:val="008529DA"/>
    <w:rsid w:val="008537B0"/>
    <w:rsid w:val="008541F9"/>
    <w:rsid w:val="00854688"/>
    <w:rsid w:val="0085522E"/>
    <w:rsid w:val="00860E55"/>
    <w:rsid w:val="0086521A"/>
    <w:rsid w:val="00865234"/>
    <w:rsid w:val="008661C1"/>
    <w:rsid w:val="0086671C"/>
    <w:rsid w:val="008675C4"/>
    <w:rsid w:val="00867865"/>
    <w:rsid w:val="00874078"/>
    <w:rsid w:val="00877012"/>
    <w:rsid w:val="00882946"/>
    <w:rsid w:val="008830D0"/>
    <w:rsid w:val="008955B6"/>
    <w:rsid w:val="0089685E"/>
    <w:rsid w:val="008A076C"/>
    <w:rsid w:val="008A0D95"/>
    <w:rsid w:val="008A5883"/>
    <w:rsid w:val="008A5C70"/>
    <w:rsid w:val="008A66EC"/>
    <w:rsid w:val="008B26D5"/>
    <w:rsid w:val="008B4249"/>
    <w:rsid w:val="008B6D1D"/>
    <w:rsid w:val="008B6E4A"/>
    <w:rsid w:val="008C084D"/>
    <w:rsid w:val="008C0D60"/>
    <w:rsid w:val="008C1E50"/>
    <w:rsid w:val="008C47F1"/>
    <w:rsid w:val="008C55CF"/>
    <w:rsid w:val="008C7EA5"/>
    <w:rsid w:val="008D1DD2"/>
    <w:rsid w:val="008D29E6"/>
    <w:rsid w:val="008D55E9"/>
    <w:rsid w:val="008D688A"/>
    <w:rsid w:val="008D77B1"/>
    <w:rsid w:val="008E01ED"/>
    <w:rsid w:val="008E20C0"/>
    <w:rsid w:val="008E2540"/>
    <w:rsid w:val="008E3C7D"/>
    <w:rsid w:val="008E4383"/>
    <w:rsid w:val="008E48F5"/>
    <w:rsid w:val="008E7750"/>
    <w:rsid w:val="008F32DE"/>
    <w:rsid w:val="008F3F55"/>
    <w:rsid w:val="008F7683"/>
    <w:rsid w:val="009059D8"/>
    <w:rsid w:val="00905B61"/>
    <w:rsid w:val="00905E1A"/>
    <w:rsid w:val="0090691B"/>
    <w:rsid w:val="0090744E"/>
    <w:rsid w:val="0091120C"/>
    <w:rsid w:val="0091723F"/>
    <w:rsid w:val="00920EC9"/>
    <w:rsid w:val="00921AC5"/>
    <w:rsid w:val="00922354"/>
    <w:rsid w:val="00927FB5"/>
    <w:rsid w:val="009337E2"/>
    <w:rsid w:val="0094183A"/>
    <w:rsid w:val="00941FE8"/>
    <w:rsid w:val="009457F2"/>
    <w:rsid w:val="00947247"/>
    <w:rsid w:val="0094766B"/>
    <w:rsid w:val="009504BA"/>
    <w:rsid w:val="00950EB6"/>
    <w:rsid w:val="00951C89"/>
    <w:rsid w:val="0095200C"/>
    <w:rsid w:val="00954FEA"/>
    <w:rsid w:val="009616B1"/>
    <w:rsid w:val="00962F1A"/>
    <w:rsid w:val="00963286"/>
    <w:rsid w:val="00964606"/>
    <w:rsid w:val="009650D2"/>
    <w:rsid w:val="0096517C"/>
    <w:rsid w:val="00965A8C"/>
    <w:rsid w:val="0097094C"/>
    <w:rsid w:val="00971DEA"/>
    <w:rsid w:val="00974212"/>
    <w:rsid w:val="0097603B"/>
    <w:rsid w:val="00980689"/>
    <w:rsid w:val="009812D9"/>
    <w:rsid w:val="00982793"/>
    <w:rsid w:val="009834CE"/>
    <w:rsid w:val="00983B7F"/>
    <w:rsid w:val="00990777"/>
    <w:rsid w:val="00990ACD"/>
    <w:rsid w:val="00992F84"/>
    <w:rsid w:val="00994716"/>
    <w:rsid w:val="009A194D"/>
    <w:rsid w:val="009A2628"/>
    <w:rsid w:val="009A3F6E"/>
    <w:rsid w:val="009A42C1"/>
    <w:rsid w:val="009A441D"/>
    <w:rsid w:val="009C6CF6"/>
    <w:rsid w:val="009D26CA"/>
    <w:rsid w:val="009D35A5"/>
    <w:rsid w:val="009D6921"/>
    <w:rsid w:val="009E26E0"/>
    <w:rsid w:val="009E4257"/>
    <w:rsid w:val="009E4E9D"/>
    <w:rsid w:val="009E7453"/>
    <w:rsid w:val="009F0211"/>
    <w:rsid w:val="009F61BD"/>
    <w:rsid w:val="009F6806"/>
    <w:rsid w:val="00A06DB3"/>
    <w:rsid w:val="00A074A9"/>
    <w:rsid w:val="00A11D5A"/>
    <w:rsid w:val="00A12FB5"/>
    <w:rsid w:val="00A136EF"/>
    <w:rsid w:val="00A2770C"/>
    <w:rsid w:val="00A325FC"/>
    <w:rsid w:val="00A340FC"/>
    <w:rsid w:val="00A4052F"/>
    <w:rsid w:val="00A408CF"/>
    <w:rsid w:val="00A40E31"/>
    <w:rsid w:val="00A41604"/>
    <w:rsid w:val="00A41876"/>
    <w:rsid w:val="00A432B8"/>
    <w:rsid w:val="00A4638C"/>
    <w:rsid w:val="00A46D1B"/>
    <w:rsid w:val="00A50E4F"/>
    <w:rsid w:val="00A52703"/>
    <w:rsid w:val="00A561B4"/>
    <w:rsid w:val="00A5642B"/>
    <w:rsid w:val="00A57BB9"/>
    <w:rsid w:val="00A61EED"/>
    <w:rsid w:val="00A678AE"/>
    <w:rsid w:val="00A712C5"/>
    <w:rsid w:val="00A71E11"/>
    <w:rsid w:val="00A72432"/>
    <w:rsid w:val="00A7716E"/>
    <w:rsid w:val="00A805D1"/>
    <w:rsid w:val="00A838B5"/>
    <w:rsid w:val="00A849C6"/>
    <w:rsid w:val="00A84D4D"/>
    <w:rsid w:val="00A861DF"/>
    <w:rsid w:val="00A905A6"/>
    <w:rsid w:val="00A92CEE"/>
    <w:rsid w:val="00A93388"/>
    <w:rsid w:val="00A9338C"/>
    <w:rsid w:val="00A93A7A"/>
    <w:rsid w:val="00A9518B"/>
    <w:rsid w:val="00A966BA"/>
    <w:rsid w:val="00A97613"/>
    <w:rsid w:val="00A978E7"/>
    <w:rsid w:val="00AA3991"/>
    <w:rsid w:val="00AA543E"/>
    <w:rsid w:val="00AA5450"/>
    <w:rsid w:val="00AA549B"/>
    <w:rsid w:val="00AA5B6D"/>
    <w:rsid w:val="00AB0174"/>
    <w:rsid w:val="00AC01D2"/>
    <w:rsid w:val="00AC06AA"/>
    <w:rsid w:val="00AC3F27"/>
    <w:rsid w:val="00AD3230"/>
    <w:rsid w:val="00AD4D74"/>
    <w:rsid w:val="00AE1E47"/>
    <w:rsid w:val="00AE644A"/>
    <w:rsid w:val="00AF75DC"/>
    <w:rsid w:val="00B0049D"/>
    <w:rsid w:val="00B02C36"/>
    <w:rsid w:val="00B05CDD"/>
    <w:rsid w:val="00B07509"/>
    <w:rsid w:val="00B078A1"/>
    <w:rsid w:val="00B1028E"/>
    <w:rsid w:val="00B111B1"/>
    <w:rsid w:val="00B119CC"/>
    <w:rsid w:val="00B12177"/>
    <w:rsid w:val="00B12D8F"/>
    <w:rsid w:val="00B13913"/>
    <w:rsid w:val="00B13D22"/>
    <w:rsid w:val="00B14873"/>
    <w:rsid w:val="00B1727C"/>
    <w:rsid w:val="00B20834"/>
    <w:rsid w:val="00B23110"/>
    <w:rsid w:val="00B24506"/>
    <w:rsid w:val="00B24C6F"/>
    <w:rsid w:val="00B2511B"/>
    <w:rsid w:val="00B27E14"/>
    <w:rsid w:val="00B3138E"/>
    <w:rsid w:val="00B313D3"/>
    <w:rsid w:val="00B33C52"/>
    <w:rsid w:val="00B3554C"/>
    <w:rsid w:val="00B36C51"/>
    <w:rsid w:val="00B36D28"/>
    <w:rsid w:val="00B40099"/>
    <w:rsid w:val="00B418D3"/>
    <w:rsid w:val="00B512F5"/>
    <w:rsid w:val="00B52A66"/>
    <w:rsid w:val="00B548EC"/>
    <w:rsid w:val="00B5535D"/>
    <w:rsid w:val="00B56789"/>
    <w:rsid w:val="00B56E75"/>
    <w:rsid w:val="00B6160F"/>
    <w:rsid w:val="00B66990"/>
    <w:rsid w:val="00B722E6"/>
    <w:rsid w:val="00B7298F"/>
    <w:rsid w:val="00B74160"/>
    <w:rsid w:val="00B7605A"/>
    <w:rsid w:val="00B76CD9"/>
    <w:rsid w:val="00B77B65"/>
    <w:rsid w:val="00B77E96"/>
    <w:rsid w:val="00B8018F"/>
    <w:rsid w:val="00B813E2"/>
    <w:rsid w:val="00B83393"/>
    <w:rsid w:val="00B85F9C"/>
    <w:rsid w:val="00B8612D"/>
    <w:rsid w:val="00B90445"/>
    <w:rsid w:val="00B90CC5"/>
    <w:rsid w:val="00B95950"/>
    <w:rsid w:val="00B96B69"/>
    <w:rsid w:val="00B97A2F"/>
    <w:rsid w:val="00BA1D02"/>
    <w:rsid w:val="00BA50D6"/>
    <w:rsid w:val="00BB2716"/>
    <w:rsid w:val="00BC3412"/>
    <w:rsid w:val="00BC4749"/>
    <w:rsid w:val="00BC7BF2"/>
    <w:rsid w:val="00BD0001"/>
    <w:rsid w:val="00BD1B61"/>
    <w:rsid w:val="00BD26D0"/>
    <w:rsid w:val="00BD5772"/>
    <w:rsid w:val="00BD5F35"/>
    <w:rsid w:val="00BE312F"/>
    <w:rsid w:val="00BE5F39"/>
    <w:rsid w:val="00BF70A4"/>
    <w:rsid w:val="00C01B21"/>
    <w:rsid w:val="00C05CD3"/>
    <w:rsid w:val="00C12AF0"/>
    <w:rsid w:val="00C3026D"/>
    <w:rsid w:val="00C3769F"/>
    <w:rsid w:val="00C40AA3"/>
    <w:rsid w:val="00C4706C"/>
    <w:rsid w:val="00C47911"/>
    <w:rsid w:val="00C4795F"/>
    <w:rsid w:val="00C47DC9"/>
    <w:rsid w:val="00C51844"/>
    <w:rsid w:val="00C531AC"/>
    <w:rsid w:val="00C5527F"/>
    <w:rsid w:val="00C60214"/>
    <w:rsid w:val="00C61686"/>
    <w:rsid w:val="00C627F4"/>
    <w:rsid w:val="00C6382C"/>
    <w:rsid w:val="00C66C62"/>
    <w:rsid w:val="00C70625"/>
    <w:rsid w:val="00C73CEB"/>
    <w:rsid w:val="00C73D7C"/>
    <w:rsid w:val="00C751C4"/>
    <w:rsid w:val="00C81F2B"/>
    <w:rsid w:val="00C87230"/>
    <w:rsid w:val="00C9198A"/>
    <w:rsid w:val="00C924E2"/>
    <w:rsid w:val="00C949D1"/>
    <w:rsid w:val="00C94DAA"/>
    <w:rsid w:val="00CA0B21"/>
    <w:rsid w:val="00CA579E"/>
    <w:rsid w:val="00CA586E"/>
    <w:rsid w:val="00CB198B"/>
    <w:rsid w:val="00CB3CCE"/>
    <w:rsid w:val="00CB4E9F"/>
    <w:rsid w:val="00CC0046"/>
    <w:rsid w:val="00CC1633"/>
    <w:rsid w:val="00CC358E"/>
    <w:rsid w:val="00CC5518"/>
    <w:rsid w:val="00CC62F1"/>
    <w:rsid w:val="00CD3E98"/>
    <w:rsid w:val="00CD4CAF"/>
    <w:rsid w:val="00CD6637"/>
    <w:rsid w:val="00CD744C"/>
    <w:rsid w:val="00CE0120"/>
    <w:rsid w:val="00CE164D"/>
    <w:rsid w:val="00CE70FF"/>
    <w:rsid w:val="00D001E1"/>
    <w:rsid w:val="00D00C12"/>
    <w:rsid w:val="00D046ED"/>
    <w:rsid w:val="00D13755"/>
    <w:rsid w:val="00D141A9"/>
    <w:rsid w:val="00D14E3D"/>
    <w:rsid w:val="00D16944"/>
    <w:rsid w:val="00D17361"/>
    <w:rsid w:val="00D21188"/>
    <w:rsid w:val="00D218B0"/>
    <w:rsid w:val="00D3282E"/>
    <w:rsid w:val="00D3322A"/>
    <w:rsid w:val="00D34CD0"/>
    <w:rsid w:val="00D34DBC"/>
    <w:rsid w:val="00D36E68"/>
    <w:rsid w:val="00D40391"/>
    <w:rsid w:val="00D43C99"/>
    <w:rsid w:val="00D441C3"/>
    <w:rsid w:val="00D44B5B"/>
    <w:rsid w:val="00D47767"/>
    <w:rsid w:val="00D5331F"/>
    <w:rsid w:val="00D53327"/>
    <w:rsid w:val="00D5410F"/>
    <w:rsid w:val="00D54FB3"/>
    <w:rsid w:val="00D61AC4"/>
    <w:rsid w:val="00D6299C"/>
    <w:rsid w:val="00D62E57"/>
    <w:rsid w:val="00D650C9"/>
    <w:rsid w:val="00D6790D"/>
    <w:rsid w:val="00D719D9"/>
    <w:rsid w:val="00D71D9A"/>
    <w:rsid w:val="00D740AB"/>
    <w:rsid w:val="00D81C24"/>
    <w:rsid w:val="00D84D04"/>
    <w:rsid w:val="00D8627E"/>
    <w:rsid w:val="00D91121"/>
    <w:rsid w:val="00D928AF"/>
    <w:rsid w:val="00D932A9"/>
    <w:rsid w:val="00D93A06"/>
    <w:rsid w:val="00D94A2B"/>
    <w:rsid w:val="00DA1846"/>
    <w:rsid w:val="00DA18DC"/>
    <w:rsid w:val="00DA30E7"/>
    <w:rsid w:val="00DB08C3"/>
    <w:rsid w:val="00DB1138"/>
    <w:rsid w:val="00DB267B"/>
    <w:rsid w:val="00DB37FF"/>
    <w:rsid w:val="00DB75E7"/>
    <w:rsid w:val="00DC2C45"/>
    <w:rsid w:val="00DC3B62"/>
    <w:rsid w:val="00DC71E3"/>
    <w:rsid w:val="00DD0651"/>
    <w:rsid w:val="00DD452B"/>
    <w:rsid w:val="00DD5CBC"/>
    <w:rsid w:val="00DD619D"/>
    <w:rsid w:val="00DD7389"/>
    <w:rsid w:val="00DE442F"/>
    <w:rsid w:val="00DE5AC9"/>
    <w:rsid w:val="00DE6200"/>
    <w:rsid w:val="00DE6F12"/>
    <w:rsid w:val="00DE7EA0"/>
    <w:rsid w:val="00DF0FC3"/>
    <w:rsid w:val="00DF35BB"/>
    <w:rsid w:val="00DF3E34"/>
    <w:rsid w:val="00DF4D86"/>
    <w:rsid w:val="00E008AF"/>
    <w:rsid w:val="00E0127A"/>
    <w:rsid w:val="00E03699"/>
    <w:rsid w:val="00E03E9C"/>
    <w:rsid w:val="00E03FAA"/>
    <w:rsid w:val="00E15A7F"/>
    <w:rsid w:val="00E1626E"/>
    <w:rsid w:val="00E226C9"/>
    <w:rsid w:val="00E22E2C"/>
    <w:rsid w:val="00E37156"/>
    <w:rsid w:val="00E45D68"/>
    <w:rsid w:val="00E53D2E"/>
    <w:rsid w:val="00E53D67"/>
    <w:rsid w:val="00E5769B"/>
    <w:rsid w:val="00E617B2"/>
    <w:rsid w:val="00E74274"/>
    <w:rsid w:val="00E75F67"/>
    <w:rsid w:val="00E76DAD"/>
    <w:rsid w:val="00E77F79"/>
    <w:rsid w:val="00E83232"/>
    <w:rsid w:val="00E86F9D"/>
    <w:rsid w:val="00E8782F"/>
    <w:rsid w:val="00E87851"/>
    <w:rsid w:val="00E90887"/>
    <w:rsid w:val="00E90B8D"/>
    <w:rsid w:val="00E92869"/>
    <w:rsid w:val="00E934CC"/>
    <w:rsid w:val="00E9366C"/>
    <w:rsid w:val="00E95292"/>
    <w:rsid w:val="00E97962"/>
    <w:rsid w:val="00EA086A"/>
    <w:rsid w:val="00EA1538"/>
    <w:rsid w:val="00EA21CE"/>
    <w:rsid w:val="00EA279F"/>
    <w:rsid w:val="00EA3915"/>
    <w:rsid w:val="00EA4018"/>
    <w:rsid w:val="00EA7D91"/>
    <w:rsid w:val="00EB0654"/>
    <w:rsid w:val="00EB2203"/>
    <w:rsid w:val="00EB4ACE"/>
    <w:rsid w:val="00EB589A"/>
    <w:rsid w:val="00EB61EE"/>
    <w:rsid w:val="00EB6904"/>
    <w:rsid w:val="00EC3CB9"/>
    <w:rsid w:val="00EC7540"/>
    <w:rsid w:val="00EC7C66"/>
    <w:rsid w:val="00ED0E1F"/>
    <w:rsid w:val="00ED3252"/>
    <w:rsid w:val="00ED38B1"/>
    <w:rsid w:val="00ED4753"/>
    <w:rsid w:val="00ED6B0E"/>
    <w:rsid w:val="00ED6DA6"/>
    <w:rsid w:val="00EE0033"/>
    <w:rsid w:val="00EE2297"/>
    <w:rsid w:val="00EE2979"/>
    <w:rsid w:val="00EE386E"/>
    <w:rsid w:val="00EF3AC3"/>
    <w:rsid w:val="00F029C3"/>
    <w:rsid w:val="00F039B4"/>
    <w:rsid w:val="00F054BB"/>
    <w:rsid w:val="00F1004E"/>
    <w:rsid w:val="00F111D4"/>
    <w:rsid w:val="00F11614"/>
    <w:rsid w:val="00F212E4"/>
    <w:rsid w:val="00F24536"/>
    <w:rsid w:val="00F275B7"/>
    <w:rsid w:val="00F3330C"/>
    <w:rsid w:val="00F3345E"/>
    <w:rsid w:val="00F419CB"/>
    <w:rsid w:val="00F43158"/>
    <w:rsid w:val="00F46BA7"/>
    <w:rsid w:val="00F515D8"/>
    <w:rsid w:val="00F570D4"/>
    <w:rsid w:val="00F6099C"/>
    <w:rsid w:val="00F60B6A"/>
    <w:rsid w:val="00F6216E"/>
    <w:rsid w:val="00F7273A"/>
    <w:rsid w:val="00F744A5"/>
    <w:rsid w:val="00F74641"/>
    <w:rsid w:val="00F74869"/>
    <w:rsid w:val="00F822D8"/>
    <w:rsid w:val="00F83237"/>
    <w:rsid w:val="00F8444A"/>
    <w:rsid w:val="00F8469F"/>
    <w:rsid w:val="00F850C0"/>
    <w:rsid w:val="00F85751"/>
    <w:rsid w:val="00F928D7"/>
    <w:rsid w:val="00F935F3"/>
    <w:rsid w:val="00F95E7F"/>
    <w:rsid w:val="00FB67A8"/>
    <w:rsid w:val="00FC0A71"/>
    <w:rsid w:val="00FD04FF"/>
    <w:rsid w:val="00FD15B2"/>
    <w:rsid w:val="00FD29A0"/>
    <w:rsid w:val="00FD3C92"/>
    <w:rsid w:val="00FD404E"/>
    <w:rsid w:val="00FD5BD6"/>
    <w:rsid w:val="00FE0153"/>
    <w:rsid w:val="00FE05D6"/>
    <w:rsid w:val="00FE075C"/>
    <w:rsid w:val="00FE6A85"/>
    <w:rsid w:val="00FF2221"/>
    <w:rsid w:val="00FF303B"/>
    <w:rsid w:val="00FF4ACB"/>
    <w:rsid w:val="0DCC5457"/>
    <w:rsid w:val="1E18EE05"/>
    <w:rsid w:val="2DB70FE5"/>
    <w:rsid w:val="4336BAFE"/>
    <w:rsid w:val="4EB8E297"/>
    <w:rsid w:val="52389E65"/>
    <w:rsid w:val="553BF5E8"/>
    <w:rsid w:val="67CDD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2F8C5A"/>
  <w15:docId w15:val="{51CDF137-28C9-4061-AF28-FA1CEC7C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CG Times (WN)" w:hAnsi="CG Times (WN)"/>
      <w:sz w:val="22"/>
      <w:lang w:eastAsia="en-US"/>
    </w:rPr>
  </w:style>
  <w:style w:type="paragraph" w:styleId="Ttulo1">
    <w:name w:val="heading 1"/>
    <w:basedOn w:val="Normal"/>
    <w:next w:val="Avanonormal"/>
    <w:qFormat/>
    <w:pPr>
      <w:spacing w:before="480"/>
      <w:ind w:left="993" w:hanging="993"/>
      <w:outlineLvl w:val="0"/>
    </w:pPr>
    <w:rPr>
      <w:b/>
      <w:caps/>
      <w:sz w:val="30"/>
    </w:rPr>
  </w:style>
  <w:style w:type="paragraph" w:styleId="Ttulo2">
    <w:name w:val="heading 2"/>
    <w:basedOn w:val="Normal"/>
    <w:next w:val="Avanonormal"/>
    <w:qFormat/>
    <w:pPr>
      <w:spacing w:before="240"/>
      <w:ind w:left="993" w:hanging="993"/>
      <w:outlineLvl w:val="1"/>
    </w:pPr>
    <w:rPr>
      <w:b/>
      <w:caps/>
      <w:sz w:val="26"/>
    </w:rPr>
  </w:style>
  <w:style w:type="paragraph" w:styleId="Ttulo3">
    <w:name w:val="heading 3"/>
    <w:basedOn w:val="Normal"/>
    <w:next w:val="Avanonormal"/>
    <w:qFormat/>
    <w:pPr>
      <w:spacing w:before="240"/>
      <w:ind w:left="993" w:hanging="993"/>
      <w:outlineLvl w:val="2"/>
    </w:pPr>
    <w:rPr>
      <w:b/>
      <w:sz w:val="24"/>
    </w:rPr>
  </w:style>
  <w:style w:type="paragraph" w:styleId="Ttulo4">
    <w:name w:val="heading 4"/>
    <w:basedOn w:val="Normal"/>
    <w:next w:val="Avanonormal"/>
    <w:qFormat/>
    <w:pPr>
      <w:spacing w:before="240"/>
      <w:ind w:left="993" w:hanging="993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spacing w:before="240"/>
      <w:jc w:val="center"/>
      <w:outlineLvl w:val="4"/>
    </w:pPr>
    <w:rPr>
      <w:rFonts w:ascii="Times New Roman" w:hAnsi="Times New Roman"/>
      <w:b/>
      <w:sz w:val="20"/>
      <w:u w:val="single"/>
    </w:rPr>
  </w:style>
  <w:style w:type="paragraph" w:styleId="Ttulo6">
    <w:name w:val="heading 6"/>
    <w:basedOn w:val="Normal"/>
    <w:next w:val="Normal"/>
    <w:qFormat/>
    <w:pPr>
      <w:keepNext/>
      <w:tabs>
        <w:tab w:val="left" w:pos="177"/>
      </w:tabs>
      <w:ind w:left="743" w:right="34" w:hanging="743"/>
      <w:outlineLvl w:val="5"/>
    </w:pPr>
    <w:rPr>
      <w:rFonts w:ascii="Times New Roman" w:hAnsi="Times New Roman"/>
      <w:b/>
      <w:u w:val="single"/>
    </w:rPr>
  </w:style>
  <w:style w:type="paragraph" w:styleId="Ttulo7">
    <w:name w:val="heading 7"/>
    <w:basedOn w:val="Normal"/>
    <w:next w:val="Normal"/>
    <w:qFormat/>
    <w:pPr>
      <w:keepNext/>
      <w:tabs>
        <w:tab w:val="left" w:pos="177"/>
      </w:tabs>
      <w:ind w:left="743" w:right="34" w:hanging="709"/>
      <w:outlineLvl w:val="6"/>
    </w:pPr>
    <w:rPr>
      <w:rFonts w:ascii="Times New Roman" w:hAnsi="Times New Roman"/>
      <w:u w:val="single"/>
    </w:rPr>
  </w:style>
  <w:style w:type="paragraph" w:styleId="Ttulo8">
    <w:name w:val="heading 8"/>
    <w:basedOn w:val="Normal"/>
    <w:next w:val="Normal"/>
    <w:qFormat/>
    <w:pPr>
      <w:keepNext/>
      <w:tabs>
        <w:tab w:val="left" w:pos="177"/>
      </w:tabs>
      <w:ind w:left="743" w:right="34" w:hanging="743"/>
      <w:outlineLvl w:val="7"/>
    </w:pPr>
    <w:rPr>
      <w:rFonts w:ascii="Times New Roman" w:hAnsi="Times New Roman"/>
      <w:u w:val="single"/>
    </w:rPr>
  </w:style>
  <w:style w:type="paragraph" w:styleId="Ttulo9">
    <w:name w:val="heading 9"/>
    <w:basedOn w:val="Normal"/>
    <w:next w:val="Normal"/>
    <w:qFormat/>
    <w:pPr>
      <w:keepNext/>
      <w:ind w:right="-86"/>
      <w:jc w:val="center"/>
      <w:outlineLvl w:val="8"/>
    </w:pPr>
    <w:rPr>
      <w:rFonts w:ascii="Times New Roman" w:hAnsi="Times New Roman"/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Avanonormal">
    <w:name w:val="Normal Indent"/>
    <w:basedOn w:val="Normal"/>
    <w:pPr>
      <w:ind w:left="993"/>
    </w:pPr>
  </w:style>
  <w:style w:type="paragraph" w:styleId="ndice4">
    <w:name w:val="toc 4"/>
    <w:basedOn w:val="Ttulo4"/>
    <w:semiHidden/>
    <w:pPr>
      <w:outlineLvl w:val="9"/>
    </w:pPr>
  </w:style>
  <w:style w:type="paragraph" w:styleId="ndice3">
    <w:name w:val="toc 3"/>
    <w:basedOn w:val="Ttulo3"/>
    <w:semiHidden/>
    <w:pPr>
      <w:outlineLvl w:val="9"/>
    </w:pPr>
  </w:style>
  <w:style w:type="paragraph" w:styleId="ndice2">
    <w:name w:val="toc 2"/>
    <w:basedOn w:val="Ttulo2"/>
    <w:semiHidden/>
    <w:pPr>
      <w:outlineLvl w:val="9"/>
    </w:pPr>
  </w:style>
  <w:style w:type="paragraph" w:styleId="ndice1">
    <w:name w:val="toc 1"/>
    <w:basedOn w:val="Ttulo1"/>
    <w:semiHidden/>
    <w:pPr>
      <w:outlineLvl w:val="9"/>
    </w:pPr>
  </w:style>
  <w:style w:type="paragraph" w:styleId="Rodap">
    <w:name w:val="footer"/>
    <w:basedOn w:val="Normal"/>
    <w:pPr>
      <w:jc w:val="center"/>
    </w:pPr>
    <w:rPr>
      <w:sz w:val="12"/>
    </w:rPr>
  </w:style>
  <w:style w:type="paragraph" w:styleId="Cabealho">
    <w:name w:val="header"/>
    <w:basedOn w:val="Normal"/>
    <w:next w:val="Normal"/>
    <w:link w:val="CabealhoCarter"/>
    <w:pPr>
      <w:jc w:val="center"/>
    </w:pPr>
    <w:rPr>
      <w:b/>
      <w:caps/>
      <w:sz w:val="34"/>
    </w:rPr>
  </w:style>
  <w:style w:type="paragraph" w:customStyle="1" w:styleId="NotadeRodap">
    <w:name w:val="Nota de Rodapé"/>
    <w:basedOn w:val="Normal"/>
    <w:rPr>
      <w:sz w:val="16"/>
    </w:rPr>
  </w:style>
  <w:style w:type="paragraph" w:styleId="Textodebloco">
    <w:name w:val="Block Text"/>
    <w:basedOn w:val="Normal"/>
    <w:pPr>
      <w:tabs>
        <w:tab w:val="left" w:pos="177"/>
      </w:tabs>
      <w:overflowPunct w:val="0"/>
      <w:autoSpaceDE w:val="0"/>
      <w:autoSpaceDN w:val="0"/>
      <w:adjustRightInd w:val="0"/>
      <w:ind w:left="743" w:right="34" w:hanging="709"/>
      <w:textAlignment w:val="baseline"/>
    </w:pPr>
    <w:rPr>
      <w:rFonts w:ascii="Times New Roman" w:hAnsi="Times New Roman"/>
      <w:sz w:val="24"/>
    </w:rPr>
  </w:style>
  <w:style w:type="character" w:styleId="Nmerodepgina">
    <w:name w:val="page number"/>
    <w:basedOn w:val="Tipodeletrapredefinidodopargrafo"/>
  </w:style>
  <w:style w:type="paragraph" w:styleId="Avanodecorpodetexto">
    <w:name w:val="Body Text Indent"/>
    <w:basedOn w:val="Normal"/>
    <w:pPr>
      <w:tabs>
        <w:tab w:val="left" w:pos="-1985"/>
      </w:tabs>
      <w:ind w:left="743"/>
    </w:pPr>
    <w:rPr>
      <w:rFonts w:ascii="Times New Roman" w:hAnsi="Times New Roman"/>
    </w:rPr>
  </w:style>
  <w:style w:type="paragraph" w:styleId="Corpodetexto">
    <w:name w:val="Body Text"/>
    <w:basedOn w:val="Normal"/>
    <w:link w:val="CorpodetextoCarter"/>
    <w:rPr>
      <w:rFonts w:ascii="Times New Roman" w:hAnsi="Times New Roman"/>
      <w:sz w:val="20"/>
    </w:rPr>
  </w:style>
  <w:style w:type="paragraph" w:styleId="Corpodetexto2">
    <w:name w:val="Body Text 2"/>
    <w:basedOn w:val="Normal"/>
    <w:pPr>
      <w:spacing w:before="120" w:line="360" w:lineRule="auto"/>
    </w:pPr>
    <w:rPr>
      <w:rFonts w:ascii="Times New Roman" w:hAnsi="Times New Roman"/>
      <w:b/>
      <w:i/>
    </w:rPr>
  </w:style>
  <w:style w:type="paragraph" w:styleId="Textodebalo">
    <w:name w:val="Balloon Text"/>
    <w:basedOn w:val="Normal"/>
    <w:semiHidden/>
    <w:rsid w:val="000B385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08434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link w:val="Cabealho"/>
    <w:uiPriority w:val="99"/>
    <w:rsid w:val="005D5A52"/>
    <w:rPr>
      <w:rFonts w:ascii="CG Times (WN)" w:hAnsi="CG Times (WN)"/>
      <w:b/>
      <w:caps/>
      <w:sz w:val="34"/>
      <w:lang w:eastAsia="en-US"/>
    </w:rPr>
  </w:style>
  <w:style w:type="character" w:styleId="Hiperligao">
    <w:name w:val="Hyperlink"/>
    <w:basedOn w:val="Tipodeletrapredefinidodopargrafo"/>
    <w:uiPriority w:val="99"/>
    <w:rsid w:val="00BC474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71E11"/>
    <w:pPr>
      <w:ind w:left="720"/>
      <w:contextualSpacing/>
    </w:pPr>
  </w:style>
  <w:style w:type="paragraph" w:styleId="Textosimples">
    <w:name w:val="Plain Text"/>
    <w:basedOn w:val="Normal"/>
    <w:link w:val="TextosimplesCarter"/>
    <w:uiPriority w:val="99"/>
    <w:rsid w:val="00624D29"/>
    <w:pPr>
      <w:jc w:val="left"/>
    </w:pPr>
    <w:rPr>
      <w:rFonts w:ascii="Calibri" w:hAnsi="Calibri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24D29"/>
    <w:rPr>
      <w:rFonts w:ascii="Calibri" w:hAnsi="Calibri"/>
      <w:sz w:val="22"/>
      <w:szCs w:val="21"/>
      <w:lang w:eastAsia="en-US"/>
    </w:rPr>
  </w:style>
  <w:style w:type="character" w:customStyle="1" w:styleId="labels1">
    <w:name w:val="labels1"/>
    <w:basedOn w:val="Tipodeletrapredefinidodopargrafo"/>
    <w:rsid w:val="0076430D"/>
    <w:rPr>
      <w:rFonts w:ascii="Verdana" w:hAnsi="Verdana" w:hint="default"/>
      <w:b w:val="0"/>
      <w:bCs w:val="0"/>
      <w:color w:val="004489"/>
      <w:sz w:val="15"/>
      <w:szCs w:val="15"/>
    </w:rPr>
  </w:style>
  <w:style w:type="character" w:styleId="Hiperligaovisitada">
    <w:name w:val="FollowedHyperlink"/>
    <w:basedOn w:val="Tipodeletrapredefinidodopargrafo"/>
    <w:rsid w:val="00573B98"/>
    <w:rPr>
      <w:color w:val="800080" w:themeColor="followedHyperlink"/>
      <w:u w:val="single"/>
    </w:rPr>
  </w:style>
  <w:style w:type="character" w:customStyle="1" w:styleId="CorpodetextoCarter">
    <w:name w:val="Corpo de texto Caráter"/>
    <w:basedOn w:val="Tipodeletrapredefinidodopargrafo"/>
    <w:link w:val="Corpodetexto"/>
    <w:rsid w:val="001A0310"/>
    <w:rPr>
      <w:lang w:eastAsia="en-US"/>
    </w:rPr>
  </w:style>
  <w:style w:type="table" w:customStyle="1" w:styleId="RE1">
    <w:name w:val="RE 1"/>
    <w:basedOn w:val="Tabelanormal"/>
    <w:uiPriority w:val="99"/>
    <w:rsid w:val="005D0ADD"/>
    <w:pPr>
      <w:spacing w:before="120" w:after="120"/>
      <w:jc w:val="center"/>
    </w:pPr>
    <w:rPr>
      <w:rFonts w:ascii="Arial" w:eastAsiaTheme="minorHAnsi" w:hAnsi="Arial" w:cstheme="minorBidi"/>
      <w:sz w:val="18"/>
      <w:szCs w:val="22"/>
      <w:lang w:val="en-US" w:eastAsia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sz w:val="20"/>
        <w:u w:val="none"/>
      </w:rPr>
      <w:tblPr/>
      <w:tcPr>
        <w:shd w:val="clear" w:color="auto" w:fill="E6E6E6"/>
      </w:tcPr>
    </w:tblStylePr>
    <w:tblStylePr w:type="lastRow">
      <w:pPr>
        <w:wordWrap/>
      </w:pPr>
      <w:tblPr/>
      <w:tcPr>
        <w:tcBorders>
          <w:top w:val="double" w:sz="4" w:space="0" w:color="auto"/>
        </w:tcBorders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styleId="TextodoMarcadordePosio">
    <w:name w:val="Placeholder Text"/>
    <w:basedOn w:val="Tipodeletrapredefinidodopargrafo"/>
    <w:uiPriority w:val="99"/>
    <w:semiHidden/>
    <w:rsid w:val="0062410D"/>
    <w:rPr>
      <w:color w:val="808080"/>
    </w:rPr>
  </w:style>
  <w:style w:type="paragraph" w:customStyle="1" w:styleId="AllCapsHeading">
    <w:name w:val="All Caps Heading"/>
    <w:basedOn w:val="Normal"/>
    <w:rsid w:val="00814998"/>
    <w:pPr>
      <w:jc w:val="left"/>
    </w:pPr>
    <w:rPr>
      <w:rFonts w:ascii="Tahoma" w:hAnsi="Tahoma" w:cs="Tahoma"/>
      <w:b/>
      <w:caps/>
      <w:color w:val="808080"/>
      <w:spacing w:val="4"/>
      <w:sz w:val="14"/>
      <w:szCs w:val="14"/>
      <w:lang w:val="en-US" w:bidi="en-US"/>
    </w:rPr>
  </w:style>
  <w:style w:type="paragraph" w:styleId="Textodenotadefim">
    <w:name w:val="endnote text"/>
    <w:basedOn w:val="Normal"/>
    <w:link w:val="TextodenotadefimCarter"/>
    <w:rsid w:val="005D5CE5"/>
    <w:rPr>
      <w:sz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rsid w:val="005D5CE5"/>
    <w:rPr>
      <w:rFonts w:ascii="CG Times (WN)" w:hAnsi="CG Times (WN)"/>
      <w:lang w:eastAsia="en-US"/>
    </w:rPr>
  </w:style>
  <w:style w:type="character" w:styleId="Refdenotadefim">
    <w:name w:val="endnote reference"/>
    <w:basedOn w:val="Tipodeletrapredefinidodopargrafo"/>
    <w:rsid w:val="005D5CE5"/>
    <w:rPr>
      <w:vertAlign w:val="superscript"/>
    </w:rPr>
  </w:style>
  <w:style w:type="character" w:styleId="Refdecomentrio">
    <w:name w:val="annotation reference"/>
    <w:basedOn w:val="Tipodeletrapredefinidodopargrafo"/>
    <w:semiHidden/>
    <w:unhideWhenUsed/>
    <w:rsid w:val="00D13755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unhideWhenUsed/>
    <w:rsid w:val="00D13755"/>
    <w:rPr>
      <w:sz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13755"/>
    <w:rPr>
      <w:rFonts w:ascii="CG Times (WN)" w:hAnsi="CG Times (WN)"/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semiHidden/>
    <w:unhideWhenUsed/>
    <w:rsid w:val="00D1375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semiHidden/>
    <w:rsid w:val="00D13755"/>
    <w:rPr>
      <w:rFonts w:ascii="CG Times (WN)" w:hAnsi="CG Times (WN)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aplicacoes.refer.pt/Geral/eFavoritos/openDMS.aspx?Documento=10003601122&amp;TPDoc=380&amp;DocParcial=00&amp;Versao=0" TargetMode="External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~1\MSOFFICE\WINWORD\TEMPLATE\FICHA_P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FIELD='DCONT']/VALUE]]></XPATH>
      </FIELD>
      <FIELD type="AdditionalFields" label="DONO" source-type="AdditionalFields">
        <TAG><![CDATA[#NOVOREGISTO:CA:DONO#]]></TAG>
        <VALUE><![CDATA[#NOVOREGISTO:CA:DONO#]]></VALUE>
        <XPATH><![CDATA[/CARD/FIELDS/FIELD[FIELD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FIELD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FIELD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FIELD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FIELD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FIELD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FIELD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FIELD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FIELD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FIELD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FIELD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FIELD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FIELD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FIELD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FIELD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FIELD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FIELD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FIELD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FIELD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FIELD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FIELD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FIELD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FIELD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FIELD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FIELD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FIELD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FIELD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FIELD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FIELD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FIELD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FIELD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FIELD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FIELD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FIELD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FIELD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FIELD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FIELD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FIELD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FIELD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FIELD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FIELD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FIELD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FIELD='Sep_03_01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E7786B09-9EFD-44C5-BC83-12721F249E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1B46D-284D-41C4-81D8-6CBA5790E2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FICHA_PR.DOT</Template>
  <TotalTime>157</TotalTime>
  <Pages>3</Pages>
  <Words>675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Pedido de Travessia a Céu Aberto - Parte I (EE)</vt:lpstr>
    </vt:vector>
  </TitlesOfParts>
  <Company>IP, SA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Pedido de Travessia a Céu Aberto - Parte IV – Registo Execução pela EE e Validação pela EF</dc:title>
  <dc:creator>sergio.calado@infraestruturasdeportugal.pt</dc:creator>
  <cp:keywords/>
  <cp:lastModifiedBy>Sérgio Rui Oliveira Calado</cp:lastModifiedBy>
  <cp:revision>58</cp:revision>
  <cp:lastPrinted>2016-03-28T11:11:00Z</cp:lastPrinted>
  <dcterms:created xsi:type="dcterms:W3CDTF">2019-02-22T15:28:00Z</dcterms:created>
  <dcterms:modified xsi:type="dcterms:W3CDTF">2024-01-23T10:44:00Z</dcterms:modified>
</cp:coreProperties>
</file>